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E55CB" w14:textId="77777777" w:rsidR="006C7CBB" w:rsidRDefault="00345236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>ANNEX NÚM. 2</w:t>
      </w:r>
    </w:p>
    <w:p w14:paraId="482E2F6D" w14:textId="77777777" w:rsidR="006C7CBB" w:rsidRDefault="00345236" w:rsidP="002A3A93">
      <w:pPr>
        <w:ind w:left="284"/>
      </w:pPr>
      <w:r>
        <w:rPr>
          <w:rFonts w:ascii="Frutiger LT 45 Light" w:hAnsi="Frutiger LT 45 Light"/>
          <w:b/>
          <w:sz w:val="22"/>
        </w:rPr>
        <w:br/>
      </w:r>
      <w:r>
        <w:rPr>
          <w:rFonts w:ascii="Frutiger LT 45 Light" w:hAnsi="Frutiger LT 45 Light"/>
          <w:sz w:val="22"/>
        </w:rPr>
        <w:t xml:space="preserve">El Sr./La Sra </w:t>
      </w:r>
      <w:r>
        <w:t>     </w:t>
      </w:r>
      <w:r>
        <w:t xml:space="preserve"> </w:t>
      </w:r>
      <w:r>
        <w:rPr>
          <w:rFonts w:ascii="Frutiger LT 45 Light" w:hAnsi="Frutiger LT 45 Light"/>
          <w:sz w:val="22"/>
        </w:rPr>
        <w:t xml:space="preserve">amb NIF núm </w:t>
      </w:r>
      <w:r>
        <w:t>     </w:t>
      </w:r>
      <w:r>
        <w:t xml:space="preserve"> </w:t>
      </w:r>
      <w:r>
        <w:rPr>
          <w:rFonts w:ascii="Frutiger LT 45 Light" w:hAnsi="Frutiger LT 45 Light"/>
          <w:sz w:val="22"/>
        </w:rPr>
        <w:t xml:space="preserve">en nom propi / en representació de l’empresa </w:t>
      </w:r>
      <w:r>
        <w:t>     </w:t>
      </w:r>
      <w:r>
        <w:t xml:space="preserve"> </w:t>
      </w:r>
      <w:r>
        <w:rPr>
          <w:rFonts w:ascii="Frutiger LT 45 Light" w:hAnsi="Frutiger LT 45 Light"/>
          <w:sz w:val="22"/>
        </w:rPr>
        <w:t xml:space="preserve">en qualitat de </w:t>
      </w:r>
      <w:r>
        <w:t>     </w:t>
      </w:r>
      <w:r>
        <w:t xml:space="preserve">, </w:t>
      </w:r>
      <w:r>
        <w:rPr>
          <w:rFonts w:ascii="Frutiger LT 45 Light" w:hAnsi="Frutiger LT 45 Light"/>
          <w:sz w:val="22"/>
        </w:rPr>
        <w:t xml:space="preserve">i segons escriptura pública autoritzada davant Notari </w:t>
      </w:r>
      <w:r>
        <w:t>     </w:t>
      </w:r>
      <w:r>
        <w:rPr>
          <w:rFonts w:ascii="Frutiger LT 45 Light" w:hAnsi="Frutiger LT 45 Light"/>
          <w:sz w:val="22"/>
        </w:rPr>
        <w:t xml:space="preserve">, en data </w:t>
      </w:r>
      <w:r>
        <w:t>     </w:t>
      </w:r>
      <w:r>
        <w:t xml:space="preserve"> </w:t>
      </w:r>
      <w:r>
        <w:rPr>
          <w:rFonts w:ascii="Frutiger LT 45 Light" w:hAnsi="Frutiger LT 45 Light"/>
          <w:sz w:val="22"/>
        </w:rPr>
        <w:t xml:space="preserve">i amb número de protocol </w:t>
      </w:r>
      <w:r>
        <w:t>     </w:t>
      </w:r>
      <w:r>
        <w:t>/</w:t>
      </w:r>
      <w:r>
        <w:rPr>
          <w:rFonts w:ascii="Frutiger LT 45 Light" w:hAnsi="Frutiger LT 45 Light"/>
          <w:sz w:val="22"/>
        </w:rPr>
        <w:t xml:space="preserve">o </w:t>
      </w:r>
      <w:r>
        <w:rPr>
          <w:rFonts w:ascii="Frutiger LT 45 Light" w:hAnsi="Frutiger LT 45 Light"/>
          <w:sz w:val="22"/>
        </w:rPr>
        <w:t xml:space="preserve">document </w:t>
      </w:r>
      <w:r>
        <w:t>     </w:t>
      </w:r>
      <w:r>
        <w:rPr>
          <w:rFonts w:ascii="Frutiger LT 45 Light" w:hAnsi="Frutiger LT 45 Light"/>
          <w:sz w:val="22"/>
        </w:rPr>
        <w:t xml:space="preserve">, CIF núm. </w:t>
      </w:r>
      <w:r>
        <w:t>     </w:t>
      </w:r>
      <w:r>
        <w:t xml:space="preserve">, </w:t>
      </w:r>
      <w:r>
        <w:rPr>
          <w:rFonts w:ascii="Frutiger LT 45 Light" w:hAnsi="Frutiger LT 45 Light"/>
          <w:sz w:val="22"/>
        </w:rPr>
        <w:t xml:space="preserve">domiciliada a </w:t>
      </w:r>
      <w:r>
        <w:t>     </w:t>
      </w:r>
      <w:r>
        <w:t xml:space="preserve"> </w:t>
      </w:r>
      <w:r>
        <w:rPr>
          <w:rFonts w:ascii="Frutiger LT 45 Light" w:hAnsi="Frutiger LT 45 Light"/>
          <w:sz w:val="22"/>
        </w:rPr>
        <w:t xml:space="preserve">carrer </w:t>
      </w:r>
      <w:r>
        <w:t>     </w:t>
      </w:r>
      <w:r>
        <w:t xml:space="preserve"> </w:t>
      </w:r>
      <w:r>
        <w:rPr>
          <w:rFonts w:ascii="Frutiger LT 45 Light" w:hAnsi="Frutiger LT 45 Light"/>
          <w:sz w:val="22"/>
        </w:rPr>
        <w:t>núm</w:t>
      </w:r>
      <w:r>
        <w:t>     </w:t>
      </w:r>
      <w:r>
        <w:rPr>
          <w:rFonts w:ascii="Frutiger LT 45 Light" w:hAnsi="Frutiger LT 45 Light"/>
          <w:sz w:val="22"/>
        </w:rPr>
        <w:t xml:space="preserve">, (persona de contacte </w:t>
      </w:r>
      <w:r>
        <w:t>     </w:t>
      </w:r>
      <w:r>
        <w:t xml:space="preserve">, </w:t>
      </w:r>
      <w:r>
        <w:rPr>
          <w:rFonts w:ascii="Frutiger LT 45 Light" w:hAnsi="Frutiger LT 45 Light"/>
          <w:sz w:val="22"/>
        </w:rPr>
        <w:t xml:space="preserve">adreça de correu electrònic </w:t>
      </w:r>
      <w:r>
        <w:t>     </w:t>
      </w:r>
      <w:r>
        <w:t xml:space="preserve">, </w:t>
      </w:r>
      <w:r>
        <w:rPr>
          <w:rFonts w:ascii="Frutiger LT 45 Light" w:hAnsi="Frutiger LT 45 Light"/>
          <w:sz w:val="22"/>
        </w:rPr>
        <w:t xml:space="preserve">telèfon núm. </w:t>
      </w:r>
      <w:r>
        <w:t>     </w:t>
      </w:r>
      <w:r>
        <w:t xml:space="preserve">) </w:t>
      </w:r>
      <w:r>
        <w:rPr>
          <w:rFonts w:ascii="Frutiger LT 45 Light" w:hAnsi="Frutiger LT 45 Light"/>
          <w:sz w:val="22"/>
        </w:rPr>
        <w:t>assabentat/da de les condicions exigides per optar a la  contractació indicada</w:t>
      </w:r>
      <w:r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>
        <w:rPr>
          <w:rFonts w:ascii="Frutiger LT 45 Light" w:hAnsi="Frutiger LT 45 Light"/>
          <w:sz w:val="22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2EDE4AE8" w14:textId="77777777" w:rsidR="006C7CBB" w:rsidRDefault="006C7CBB">
      <w:pPr>
        <w:rPr>
          <w:rFonts w:ascii="Frutiger LT 45 Light" w:hAnsi="Frutiger LT 45 Light"/>
          <w:b/>
          <w:sz w:val="22"/>
        </w:rPr>
      </w:pPr>
    </w:p>
    <w:p w14:paraId="20EC65BF" w14:textId="72C1435C" w:rsidR="006C7CBB" w:rsidRDefault="00345236">
      <w:pPr>
        <w:rPr>
          <w:rFonts w:ascii="Frutiger LT 45 Light" w:hAnsi="Frutiger LT 45 Light"/>
          <w:b/>
          <w:sz w:val="22"/>
        </w:rPr>
      </w:pPr>
      <w:r>
        <w:rPr>
          <w:rFonts w:ascii="Frutiger LT 45 Light" w:hAnsi="Frutiger LT 45 Light"/>
          <w:b/>
          <w:sz w:val="22"/>
        </w:rPr>
        <w:t xml:space="preserve">1. Oferta econòmica ..................................................... </w:t>
      </w:r>
      <w:r w:rsidR="002A3A93">
        <w:rPr>
          <w:rFonts w:ascii="Frutiger LT 45 Light" w:hAnsi="Frutiger LT 45 Light"/>
          <w:b/>
          <w:sz w:val="22"/>
        </w:rPr>
        <w:t>10</w:t>
      </w:r>
      <w:r>
        <w:rPr>
          <w:rFonts w:ascii="Frutiger LT 45 Light" w:hAnsi="Frutiger LT 45 Light"/>
          <w:b/>
          <w:sz w:val="22"/>
        </w:rPr>
        <w:t>0 punts</w:t>
      </w:r>
    </w:p>
    <w:p w14:paraId="28082475" w14:textId="77777777" w:rsidR="006C7CBB" w:rsidRDefault="006C7CBB" w:rsidP="002A3A93">
      <w:pPr>
        <w:ind w:left="142" w:firstLine="0"/>
        <w:rPr>
          <w:rFonts w:ascii="Frutiger LT 45 Light" w:hAnsi="Frutiger LT 45 Light"/>
          <w:b/>
          <w:bCs/>
          <w:sz w:val="22"/>
          <w:u w:val="single"/>
        </w:rPr>
      </w:pPr>
    </w:p>
    <w:p w14:paraId="0106A8C9" w14:textId="211515BF" w:rsidR="002A3A93" w:rsidRDefault="002A3A93" w:rsidP="002A3A93">
      <w:pPr>
        <w:spacing w:after="0"/>
        <w:ind w:left="142"/>
      </w:pPr>
      <w:r>
        <w:rPr>
          <w:rFonts w:ascii="Calibri" w:eastAsia="Calibri" w:hAnsi="Calibri" w:cs="Calibri"/>
          <w:b/>
          <w:sz w:val="22"/>
        </w:rPr>
        <w:t xml:space="preserve">                     </w:t>
      </w:r>
    </w:p>
    <w:tbl>
      <w:tblPr>
        <w:tblStyle w:val="TableGrid"/>
        <w:tblW w:w="9051" w:type="dxa"/>
        <w:tblInd w:w="425" w:type="dxa"/>
        <w:tblCellMar>
          <w:top w:w="47" w:type="dxa"/>
          <w:left w:w="107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3040"/>
        <w:gridCol w:w="1638"/>
        <w:gridCol w:w="1460"/>
        <w:gridCol w:w="1502"/>
        <w:gridCol w:w="1411"/>
      </w:tblGrid>
      <w:tr w:rsidR="002A3A93" w:rsidRPr="009F1E3A" w14:paraId="61D33713" w14:textId="77777777" w:rsidTr="002A3A93">
        <w:trPr>
          <w:trHeight w:val="558"/>
        </w:trPr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5D0C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3A65C9F" w14:textId="6BBBB5F2" w:rsidR="002A3A93" w:rsidRPr="009F1E3A" w:rsidRDefault="002A3A93" w:rsidP="002A3A93">
            <w:pPr>
              <w:spacing w:after="11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PREU UNITARI</w:t>
            </w:r>
          </w:p>
          <w:p w14:paraId="003C2358" w14:textId="1B4006FE" w:rsidR="002A3A93" w:rsidRPr="009F1E3A" w:rsidRDefault="002A3A93" w:rsidP="002A3A93">
            <w:pPr>
              <w:spacing w:after="0"/>
              <w:ind w:left="142" w:right="44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MÀXIM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E24A9CF" w14:textId="0258FE57" w:rsidR="002A3A93" w:rsidRPr="009F1E3A" w:rsidRDefault="002A3A93" w:rsidP="002A3A93">
            <w:pPr>
              <w:spacing w:after="11"/>
              <w:ind w:left="142" w:right="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PREU UNITARI</w:t>
            </w:r>
          </w:p>
          <w:p w14:paraId="7F931E92" w14:textId="2B220EB2" w:rsidR="002A3A93" w:rsidRPr="009F1E3A" w:rsidRDefault="002A3A93" w:rsidP="002A3A93">
            <w:pPr>
              <w:spacing w:after="0"/>
              <w:ind w:left="142" w:right="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OFERT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A08D45B" w14:textId="549A9A42" w:rsidR="002A3A93" w:rsidRPr="009F1E3A" w:rsidRDefault="002A3A93" w:rsidP="002A3A93">
            <w:pPr>
              <w:spacing w:after="11"/>
              <w:ind w:left="142" w:right="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PUNTUACIÓ</w:t>
            </w:r>
          </w:p>
          <w:p w14:paraId="4FC770B6" w14:textId="4A1CAD6B" w:rsidR="002A3A93" w:rsidRPr="009F1E3A" w:rsidRDefault="002A3A93" w:rsidP="002A3A93">
            <w:pPr>
              <w:spacing w:after="0"/>
              <w:ind w:left="142" w:right="46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MÀXIMA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13BE52A" w14:textId="4935BAB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PUNTUACIÓ OBTINGUDA</w:t>
            </w:r>
          </w:p>
        </w:tc>
      </w:tr>
      <w:tr w:rsidR="002A3A93" w:rsidRPr="009F1E3A" w14:paraId="0E255106" w14:textId="77777777" w:rsidTr="002A3A93">
        <w:trPr>
          <w:trHeight w:val="289"/>
        </w:trPr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C44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Visita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5CC6" w14:textId="68C7C42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0,00 €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BE38" w14:textId="63EEEE1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3D36" w14:textId="70CE677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3CC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87192F2" w14:textId="77777777" w:rsidTr="002A3A93">
        <w:trPr>
          <w:trHeight w:val="288"/>
        </w:trPr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058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Urg.24h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0EA6" w14:textId="641EC00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116,80 €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9A6C" w14:textId="60319F0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E9D8" w14:textId="2D89312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B75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E1F5C02" w14:textId="77777777" w:rsidTr="002A3A93">
        <w:trPr>
          <w:trHeight w:val="288"/>
        </w:trPr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F7D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Visita domicilio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AB7E" w14:textId="1FA111F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89,50 €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BB55" w14:textId="6AADECB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70B4" w14:textId="033054A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69C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B78BE89" w14:textId="77777777" w:rsidTr="002A3A93">
        <w:trPr>
          <w:trHeight w:val="288"/>
        </w:trPr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B75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Suplemento cx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urg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86F4" w14:textId="2CFAB45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250,20 € 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0107" w14:textId="2D5EEBE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40D7" w14:textId="702B70B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1CA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4232759F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1168AD4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252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EUTANASIAS / INCINERACIONES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6BE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B79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FB23" w14:textId="42E0EFB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2FC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1D00DA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20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Eut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Gato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-5kg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4119" w14:textId="5EE417C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68,65 €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2BBB" w14:textId="2FF01D8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8200" w14:textId="54B1DCD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DE0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40A92C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F53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Eut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5kg a 15 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1D83" w14:textId="001D0E1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85,85 €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0AB9" w14:textId="29A89D6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36C5" w14:textId="2412DA6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FC0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D95E65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D98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Eut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.+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15kg a 30 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CAFB" w14:textId="3C24E41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106,10 €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E3F6" w14:textId="44AB537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39F9" w14:textId="355B5C3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C49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481516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BA7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Eut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.+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30kg a 45kg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6FF9" w14:textId="7A5CD10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119,15 €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9042" w14:textId="7BAD7D9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DD8F" w14:textId="626198B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AFE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D8796E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061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Eut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.+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+45kg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E3B1" w14:textId="022C656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128,80 €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EBBE" w14:textId="49B77AF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CE2F" w14:textId="51FBD01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CC2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3EE14EA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337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Eut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Exotico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pequeño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C0CF" w14:textId="6BA576B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22,05 €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8C9B" w14:textId="1EF46A3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F41F" w14:textId="0166A04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0C9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41E6F9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5371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Eut.exotico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grande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3E47" w14:textId="166E92A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45,78 €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0A3A" w14:textId="219B5A5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2424" w14:textId="21FBFD2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677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043FE8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7C6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Incineracion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colectiva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-3kg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49BF" w14:textId="25DC470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12,15 €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10A8" w14:textId="5FE62C8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E901" w14:textId="293E5C9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9B6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76D70A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770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Incineracion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colectiva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3kg a 10 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0B0F" w14:textId="5D3BB49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25,35 €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F334" w14:textId="1C46035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C093" w14:textId="7569644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811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142C17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797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Incineracion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colectiva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10kg a 35kg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6AD2" w14:textId="3D1F115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46,85 €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FB04" w14:textId="44FBF0F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A48A" w14:textId="70632A6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250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A329AF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652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Incineracion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colectiva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+35kg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37FF" w14:textId="461D13B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59,50€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2B40" w14:textId="1057CF9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228" w14:textId="61F702B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034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5A96B6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77C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Incineracion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individual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FD5C" w14:textId="023E78F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486,40 €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6886" w14:textId="13C436A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ACB1" w14:textId="5FD2F6F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F2F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6F8A5CC7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61C39A5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42FE" w14:textId="7777777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DOCUMENTOS OFICIALES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D82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412E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E22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37B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94303A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9EE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Poner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chip y dar de alta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A63C" w14:textId="50A0651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44,40 €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2CFB" w14:textId="5A353C6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6336" w14:textId="4A62A8F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FA2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6A949A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101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Alta chip/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cambio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de propi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DD7B" w14:textId="5C19100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38,00 €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8815" w14:textId="475C236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63A5" w14:textId="7EC17C3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9ED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29F98F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069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Certificado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oficial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incl.visado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27D8" w14:textId="49C7EC2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78,40 €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8ADE" w14:textId="34C5E46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5B2A" w14:textId="569307B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1F1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7F08DC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184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Cartilla oficial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BCF0E" w14:textId="716A2FF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9,15 €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2A92" w14:textId="26D91F8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FEC0" w14:textId="4A0F103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F22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2E060A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C91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Informe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núcleo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zoológico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519C" w14:textId="75FD608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D5F7" w14:textId="729BA0D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4E28" w14:textId="43514999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1DE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0FBB11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188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Pasaporte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incl.visado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6ED9" w14:textId="4334F8E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62,25 €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4E14" w14:textId="57770CC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278A" w14:textId="19B1502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9D8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52C69AA6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2D35684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A87A" w14:textId="7777777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VACUNAS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0AE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8E7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6FA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71D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130D151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F33F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Parvo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Rabia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/tos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perreras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/corona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EE24" w14:textId="5D788DB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25,45 €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9957" w14:textId="033931E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9CA3" w14:textId="1956C29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E0C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F4E243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CBB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Tetravalente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3924" w14:textId="1E00369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30,50 €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ECDF" w14:textId="443B11B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1C32" w14:textId="54356E8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ADA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D1AA1E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C9B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Hexavalente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 Herpes virus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B323F" w14:textId="2C2363A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34,95 €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8BE1" w14:textId="2922EA2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0D48" w14:textId="2E104E8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552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08ED54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65A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Trivalente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felina /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leucemia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/ PIF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3F29" w14:textId="1EE1F75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26,75 €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4E807" w14:textId="3B7CC64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301B" w14:textId="56EA29D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544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42B456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E82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Trivelente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leucemia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F432" w14:textId="52EA532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34,95 €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E094" w14:textId="3CCEBCC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735F" w14:textId="59F73B7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C2A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58BC96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899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Trivalente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rabia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15EA" w14:textId="4D5AFD0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34,95 €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8FBE" w14:textId="622BE55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4EC7" w14:textId="587BAD5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119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F639EC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890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Mixomitosis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exoticos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6008" w14:textId="4B46DD8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30,20 €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089F" w14:textId="490B3C4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7CF3" w14:textId="17725B3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512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3BCE64E6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239CC28E" w14:textId="77777777" w:rsidTr="002A3A93">
        <w:trPr>
          <w:trHeight w:val="289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9F06" w14:textId="7777777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ANESTESIAS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905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D18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9D4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C08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1895C4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998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domtor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gato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9980" w14:textId="5CE5042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17,50 €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B731" w14:textId="3B3210C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97A9" w14:textId="55FAAE4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057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D942A2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021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domtor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8D25" w14:textId="5561BA4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33,65 €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806B" w14:textId="0AB9A3B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855E" w14:textId="0012756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260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44568D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73E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Anestesia con gases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5F8C" w14:textId="7EAEA6F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101,20 €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4B6A" w14:textId="0ECB6B8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D4E9" w14:textId="7DC4AE3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B95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5E8DB01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F45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Propofol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BD0F" w14:textId="473AC47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62,50 €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EF65" w14:textId="2CE8895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D4C6" w14:textId="0D52E9E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9D0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41267773" w14:textId="127EAF3B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4A43536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588E" w14:textId="7777777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HOSPITALIZACIÓN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415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575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742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DEC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70C3FF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B7E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12h con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suero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901B" w14:textId="0242167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35,25 €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3E91" w14:textId="343DC7D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0396" w14:textId="0A56828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733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0C8663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023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24h con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suero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4816D" w14:textId="22EB0C1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61,45 €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E1BA" w14:textId="41290C9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8014" w14:textId="6345F03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3B2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0A4EC86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FDC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12h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sin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suero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C006" w14:textId="51F85C5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31,30 €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72A5" w14:textId="5ED4527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F89B" w14:textId="39501E5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5C4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7C1C31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B26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24h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sin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suero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5468" w14:textId="0032DA9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40,00 €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0ED1" w14:textId="126BC09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DA3" w14:textId="431C863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1DC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2F662FDC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1FF0FCAE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D0FA" w14:textId="7777777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CURAS Y VENDAJES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00A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EDF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15B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212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B0AA00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653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Cura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grande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/ + cura con sutura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FBAB" w14:textId="333FA18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34,35 € / 63,45 €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9421" w14:textId="2666DEA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9AFD" w14:textId="540AE11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D66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BE4B02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58F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Cura mediana /+ cura con sutura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60D5" w14:textId="627CD0B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24,80 € / 31,90 €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9D34" w14:textId="53789A9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94DA" w14:textId="4658BF7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5B8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3AAF93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74A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Cura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pequeña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 +sutura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E6CB" w14:textId="49081AA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19,74 € / 29,45 €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BA56" w14:textId="54CF583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3EC0" w14:textId="5C633F6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067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218E5A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F9D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Grapas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sin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anestesia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63C6" w14:textId="258FFC2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4,30 €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7A25" w14:textId="3178FDA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D33A" w14:textId="77E7AE8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469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3799B5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EBA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Quitar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puntos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grapas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/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drenaje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B51D" w14:textId="6411EF5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7,00 €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FEC3" w14:textId="09A7627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67E3" w14:textId="7AE32DD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62A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C7952F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600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Robert Jones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gato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E88C" w14:textId="08CE366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51,75 € / 71,75 €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344D" w14:textId="7579E3B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47F7" w14:textId="64F215C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87F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38F19B5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C31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Sutura/grapa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sin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anestesia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4E40" w14:textId="079DA89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4,30 €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B660" w14:textId="6021FE4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8BDD" w14:textId="4F8C1A3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9B6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43D9E814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0D4825B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315E" w14:textId="77777777" w:rsidR="002A3A93" w:rsidRPr="009F1E3A" w:rsidRDefault="002A3A93" w:rsidP="002A3A93">
            <w:pPr>
              <w:spacing w:after="0"/>
              <w:ind w:left="142" w:right="48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SONDAJES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79E6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3C5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F52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C1C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74C5E01" w14:textId="77777777" w:rsidTr="002A3A93">
        <w:trPr>
          <w:trHeight w:val="562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157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Sondaje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urinario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+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sonda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aparte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ADCE" w14:textId="25A9A5A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926D" w14:textId="0A5A472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2A3A" w14:textId="5293AFC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C99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D8FE22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41A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Sonda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esogafica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sed.aparte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7B4F" w14:textId="1A8CAC6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38,60 €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338D" w14:textId="4469242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AEB9" w14:textId="473D659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A47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90526C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68A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Sonda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nasogastrica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sed.aparte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A5E2" w14:textId="129B897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66,90 €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B96E" w14:textId="109D86E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5AD9" w14:textId="30F8A97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FEE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4E588BE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97D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Drenaje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penrose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AEE8" w14:textId="0E5AABC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24,41 €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BCAB" w14:textId="064BFF8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C369" w14:textId="348F74A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846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871FBC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A29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Drenaje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pulmon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sed.aparte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2BDB" w14:textId="23A4B4A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69,55 €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68D1" w14:textId="2C96310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084C" w14:textId="35143BA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147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D68674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F5F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Sondaje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lagrimal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sin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/con anestesia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B0D1" w14:textId="1533F90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23,25 € / 87,95 €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2DD3" w14:textId="6BB03EB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C0B5" w14:textId="5DAD549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BD6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694F95A4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1E95F025" w14:textId="77777777" w:rsidTr="002A3A93">
        <w:trPr>
          <w:trHeight w:val="562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95E9" w14:textId="77777777" w:rsidR="002A3A93" w:rsidRPr="009F1E3A" w:rsidRDefault="002A3A93" w:rsidP="002A3A93">
            <w:pPr>
              <w:spacing w:after="11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CX APARATO GENITO-URINARIO/ </w:t>
            </w:r>
          </w:p>
          <w:p w14:paraId="227FE39D" w14:textId="77777777" w:rsidR="002A3A93" w:rsidRPr="009F1E3A" w:rsidRDefault="002A3A93" w:rsidP="002A3A93">
            <w:pPr>
              <w:spacing w:after="0"/>
              <w:ind w:left="142" w:right="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VARIAS CXS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BAF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EFF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C1F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84B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3D1DB4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6D7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Oht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-10kg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617F" w14:textId="5FC93BD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138,15 €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4689" w14:textId="3814FD7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EA49" w14:textId="289B680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B76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62BF23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1BB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Oht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10kg a 25kg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609F" w14:textId="72743A5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159,60 €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9A7C" w14:textId="184D52F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8860" w14:textId="36C7E3E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922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2B3A47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66A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Oht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+25kg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B8E3" w14:textId="17E6D6D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182,50 €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C597" w14:textId="6973B9A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05A1" w14:textId="14A779D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A7C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5DF472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3CB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Castracion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-10kg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AC4D" w14:textId="622D1D6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95,05 €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D2B4" w14:textId="17A6D85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F6DD" w14:textId="4C90531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745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8FC560C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7DF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Castracion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+10kg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2BF2" w14:textId="070BC0A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113,65 €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8888" w14:textId="76C59DA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83ED" w14:textId="093295B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EF9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E8E93CA" w14:textId="77777777" w:rsidTr="002A3A93">
        <w:trPr>
          <w:trHeight w:val="1109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AF13" w14:textId="77777777" w:rsidR="002A3A93" w:rsidRPr="009F1E3A" w:rsidRDefault="002A3A93" w:rsidP="002A3A93">
            <w:pPr>
              <w:spacing w:after="13" w:line="270" w:lineRule="auto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Orquiectomia en gat (el servei inclou l'esterilització, el marcatge </w:t>
            </w:r>
          </w:p>
          <w:p w14:paraId="17B245E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en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l'orella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i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el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control  veterinari)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1B70" w14:textId="22E1E6A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52,30 €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68D6" w14:textId="163DDDA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A8B7" w14:textId="4E135EA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5F8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AEA2FCA" w14:textId="77777777" w:rsidTr="002A3A93">
        <w:trPr>
          <w:trHeight w:val="1109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97FA" w14:textId="77777777" w:rsidR="002A3A93" w:rsidRPr="009F1E3A" w:rsidRDefault="002A3A93" w:rsidP="002A3A93">
            <w:pPr>
              <w:tabs>
                <w:tab w:val="center" w:pos="2063"/>
                <w:tab w:val="center" w:pos="2646"/>
              </w:tabs>
              <w:spacing w:after="11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Ovariohisterectomia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en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 xml:space="preserve">gata </w:t>
            </w:r>
          </w:p>
          <w:p w14:paraId="207B4BBB" w14:textId="77777777" w:rsidR="002A3A93" w:rsidRPr="009F1E3A" w:rsidRDefault="002A3A93" w:rsidP="002A3A93">
            <w:pPr>
              <w:spacing w:after="0"/>
              <w:ind w:left="142" w:right="93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(el servei inclou l'esterilització, el marcatge en l'orella i el control veterinari)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0CCA" w14:textId="33D9495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95,00 €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82A5" w14:textId="5E6DC66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9E94" w14:textId="760AE44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54C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655AD8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20D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Cesarea gata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0A461" w14:textId="60D3621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231,55 €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19FE" w14:textId="737DA47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0FAB" w14:textId="6250E9B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10A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D1BCF2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FBD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Cesarea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96D0" w14:textId="388A1AC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420,55 €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8161" w14:textId="361A917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3B95" w14:textId="33188F19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98B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E5F0F4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4FE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Piometra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embarazada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gatas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10D5" w14:textId="35A2EFE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199,45 €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92E4" w14:textId="344C4DC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3B07" w14:textId="55F661A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3B4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2D85B36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FED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Piometra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/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embarazada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6FF4" w14:textId="49A1F0D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232,15 €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AAD4C" w14:textId="6E510F0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054A" w14:textId="7CA7A8F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C91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566894C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C56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Castra.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Crip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Abdominal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gato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4016" w14:textId="281E694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158,75 €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6EE6" w14:textId="36B9844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3E67" w14:textId="117FDD9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CEE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1592B3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F03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Castra.Crip.Inguinal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gato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46E0" w14:textId="5884AEB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129,95 €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DCBC" w14:textId="0614C62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FE94" w14:textId="3204AA0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24E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F4D96E1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4FF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Castra.Crip.Inguinal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B987" w14:textId="6A73D69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173,55 €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35E1" w14:textId="660293A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B74F" w14:textId="6A4F52A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F88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35CA54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1EEA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Castra.Crip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Abdominal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8B37" w14:textId="68AE587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231,25 €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F7626" w14:textId="0BE6F3B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805A" w14:textId="79990CB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A96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3E569E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214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Vasectomia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DA36" w14:textId="1B1FD21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153,60 €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1F69" w14:textId="3621687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D829" w14:textId="4673D4C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6EA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CA4FB2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E64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Vasectomia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gato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8975F" w14:textId="5CC220F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153.45€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0655" w14:textId="3AB23A2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B727" w14:textId="705F202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4FE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9CE4E3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1E7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Recolocación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prolapso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anal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AB22" w14:textId="49B4054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146,05 €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E549" w14:textId="626EEE7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E241" w14:textId="706AACD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D56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548DD8D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DCC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Cistotomia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/Uretrostomia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DD56" w14:textId="1A76C88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360,40 €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046E" w14:textId="54BE6F4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E825" w14:textId="6A70132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BAC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4ED7C3B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36B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Colopexia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4280" w14:textId="008BAEC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236,00 €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2CE5" w14:textId="28C06EF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4BE6" w14:textId="24608AA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00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FA2E7B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CC9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Colonoscopia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5DB8" w14:textId="1548E36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247,40 €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3887" w14:textId="796D774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08755" w14:textId="63FED95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9E1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F38CD4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839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Colectomia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1A76" w14:textId="72E74FD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220,35 €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FC34" w14:textId="7784F90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40D6" w14:textId="3D19BD6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4BC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A9FF0B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82B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Hernia perineal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9E97" w14:textId="3F0FA39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278,50 €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E736" w14:textId="4352DB5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F315" w14:textId="4C27308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5F1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BDC38F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8F2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Hernia perineal 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castracion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6EA7" w14:textId="7FE30A0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367,50 €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E710" w14:textId="5CB6337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4E51" w14:textId="6FE86CF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5CC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570E46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A96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Cx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fimosis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D351" w14:textId="06A199D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218,40 €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A58A" w14:textId="54E103F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742E" w14:textId="19BD9C1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C26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D997DF6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137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Caudectomia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695F" w14:textId="3065A84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155,90 €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1584" w14:textId="576118B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1EAC" w14:textId="54CB507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B5C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881638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1FD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Extraccion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1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glan.anal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0392" w14:textId="5C4F763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193,15 €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E609" w14:textId="42FE922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B39F" w14:textId="4F541159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B81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F33234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7CA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Extraccion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2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glan.anales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CC23" w14:textId="56A0FA8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289,00 €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40C4" w14:textId="3B39C24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882E" w14:textId="5EA15A0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129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50B2C6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E3A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Torsión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gastrica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CE6B" w14:textId="5ACF618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396,35 €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BAAA" w14:textId="31DFDF8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AC6D" w14:textId="121191E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B2E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2C9C3C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34E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Enterectomia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6910" w14:textId="13A3EBB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287,30 €/409,50 €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7609" w14:textId="748F634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0E69" w14:textId="5D2680F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B58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7671F9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29D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Lavado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Gastrico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4146" w14:textId="5E4D87B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145,20 €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F34D" w14:textId="29C5136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79E2" w14:textId="51F9359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B3B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8048741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7D4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Hernia Umbilical/escrotal/inguinal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168F" w14:textId="728ED52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189,75 €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2DA9" w14:textId="0885895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91B3" w14:textId="2F79AEF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49A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BE4911D" w14:textId="77777777" w:rsidTr="002A3A93">
        <w:trPr>
          <w:trHeight w:val="289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A9C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Hernia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diafragmatica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C123" w14:textId="6DE22E6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247,35 €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473D" w14:textId="05F1C5C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BBD1" w14:textId="5604208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ED6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0AA004FE" w14:textId="55AC69A4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392E32D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36B3" w14:textId="7777777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CX AURICULAR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543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482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EF9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2B3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C14C261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B1E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Otectomia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terapeutica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B2CD" w14:textId="08E5396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213,00 €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5D49" w14:textId="0D977BE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61D6" w14:textId="0FCAFA4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F79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59D416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F4B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Otohematoma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F2AA" w14:textId="3FD54AB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232,75 €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5546" w14:textId="077A290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3F77" w14:textId="375F5DB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746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9D73956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BA4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Flushing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oídos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incl.sedacion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15A9" w14:textId="1CDE8F1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116,65 €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A746" w14:textId="7485145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E8B8" w14:textId="0C83BF5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AED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43950C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59C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Flushing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endoscopia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0B33" w14:textId="678498C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242,25 €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9BC9" w14:textId="306B025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5C50" w14:textId="2A40C53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514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1B06456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0A4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Zepp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tecnico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1 oreja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290C" w14:textId="1254565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289,95 €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6522" w14:textId="1444785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B6E6" w14:textId="64D71B4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5E9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1A82CE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ECA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Zepp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tecnico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2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orejas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2328" w14:textId="7E9BC14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352,59 €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7081" w14:textId="21C8EA0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B678" w14:textId="7258CAB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D68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786AA3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F83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Bullectomia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C680" w14:textId="42EC0F6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323,85 €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F8E3" w14:textId="33C6311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F4E1" w14:textId="0504525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427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5E96D52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074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Ablacion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total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conducto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auditivo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CA5E" w14:textId="56B0660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220,20 €/ 302,90 € 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4BFF" w14:textId="5556C59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32EE" w14:textId="7BBABE6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9E4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5713BBBA" w14:textId="1FDBFE03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3CAF421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BFB7" w14:textId="77777777" w:rsidR="002A3A93" w:rsidRPr="009F1E3A" w:rsidRDefault="002A3A93" w:rsidP="002A3A93">
            <w:pPr>
              <w:spacing w:after="0"/>
              <w:ind w:left="142" w:right="4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CX TUMORES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8D9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F05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FCB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AF2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AC2EF3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3A8A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Mastectomia 1 mama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A781B" w14:textId="4DC98F4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221,95 €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7196" w14:textId="517831A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4FCD" w14:textId="5B77AB8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29D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802A63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3AD0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Mastectomia 1/2 cadena mamaria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01BBF" w14:textId="1226EF3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253,85 €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5497" w14:textId="0B16C9F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F567" w14:textId="3A5794A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545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974165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6C02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Mastectomia cadena entera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6A22" w14:textId="4C92F15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423,20 €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7949" w14:textId="044DBAF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C4AE" w14:textId="4E79381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14E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7BDE2D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16CC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Nodulo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-3cm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4801" w14:textId="24C897C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198,80 €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3B89" w14:textId="350AEAE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C345" w14:textId="559AFD2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195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7E9CEAB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6A8F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Nodulo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+3cm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A260" w14:textId="7718AFB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295,00 €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2015" w14:textId="7EE270D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8BFC" w14:textId="3F2ACC6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31E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42F25DD" w14:textId="77777777" w:rsidTr="002A3A93">
        <w:trPr>
          <w:trHeight w:val="289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63F7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Hemangio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DF82" w14:textId="30CF5C0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286,55 €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63E8" w14:textId="500FC88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817C" w14:textId="02067E4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79D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9AFD61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4814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Gastropexia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1B55" w14:textId="050B873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353,50 €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4D4B" w14:textId="088D274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FFAD" w14:textId="4FA2FA5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69F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FADDC8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1FA0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Reconstrucción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toracica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0CD9" w14:textId="5290A75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235,70 €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C4DD" w14:textId="2A28C42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1892" w14:textId="2014E2F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5B0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8103B6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534E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Gastrotomia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A184" w14:textId="0E025F4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287,20 €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180C" w14:textId="78F9110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6F0E" w14:textId="7FC8363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F5F1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D4F7D41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481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Laparotomia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exploratoria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6F3F" w14:textId="6AABE91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320,70 €/ 744,40 €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BC73" w14:textId="06105BF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454C" w14:textId="69655E7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2CF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6F6E7E4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270A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Esplenectomia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15C" w14:textId="0853D88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286,45 €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5175" w14:textId="3CA4112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E9F2" w14:textId="6FC9F2B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A6E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A19F5E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141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Nefrectomia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5393" w14:textId="5EB548E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261,00 €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2875" w14:textId="7D33E96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0CA8" w14:textId="4855890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886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5F9CE71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0C31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Enterotomia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578B" w14:textId="2475BCE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273,00 €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3B9F" w14:textId="4B8CF5A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3D0B" w14:textId="14B999A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CB99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68B5FB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C268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Pericardectomia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E534" w14:textId="68D2F16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290,55 €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B211" w14:textId="79B898D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F62B" w14:textId="240E7FA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87B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6BE495B9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5A9FA55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BFA9" w14:textId="77777777" w:rsidR="002A3A93" w:rsidRPr="009F1E3A" w:rsidRDefault="002A3A93" w:rsidP="002A3A93">
            <w:pPr>
              <w:spacing w:after="0"/>
              <w:ind w:left="142" w:right="4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CX /PRUEBAS OFTALMOLOGIA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8E2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A31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830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271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526AB4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3B2C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Reducción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prolapso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ocular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D9C7" w14:textId="461AD45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156,30 €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9C7B" w14:textId="5AB5EC5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F7D1" w14:textId="43E0883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04A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0A21BCE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7B24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Fijación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glan.nic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1/2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ojos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DE56" w14:textId="292E9A5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193,35 €/ 286,30 €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3CF2" w14:textId="1038E90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D021" w14:textId="7163EB9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4F0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4639FF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6F0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Exeresis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tumor palpebral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1411" w14:textId="79D785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177,10 €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B6AE" w14:textId="725078F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7F745" w14:textId="650C4C4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E58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024B4F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E553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Blefaroplastia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bow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suspensión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75E5" w14:textId="086BE3B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573,35 €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BCBE" w14:textId="143CE01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83BE" w14:textId="79253DA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C4C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E3F0CFD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AB82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Entropion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sencillo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1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ojo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/2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ojos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7CE8" w14:textId="773EA8F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235,95 €/ 353,75 €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B296" w14:textId="7E6D95B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0A52" w14:textId="615B833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BFE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979424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25BF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Enucleación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D013" w14:textId="77F7F17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260,75 €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51E0" w14:textId="4D1572A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EA93" w14:textId="62A252B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C7F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E46137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2E5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Exéresis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cuerpo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extraño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corneal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1201" w14:textId="45018AA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177,10 €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8C01" w14:textId="7444610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BB75" w14:textId="71C8E77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611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9C96B0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400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Exéresis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Membrana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nictitante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73E7" w14:textId="63F1251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132,20 €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4354" w14:textId="7E4C6D2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CDB9" w14:textId="2D6DCA1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14B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581F936" w14:textId="77777777" w:rsidTr="002A3A93">
        <w:trPr>
          <w:trHeight w:val="23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D99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Suero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homólogo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2F5B" w14:textId="5BF94F5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8,05 €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8F4B" w14:textId="5503DF1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3D43" w14:textId="4AD4236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077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48DA3D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6C7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Ecografía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ocular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5DD4" w14:textId="0D41C6B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27,55 €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76FD" w14:textId="109317B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B41B" w14:textId="7FCDA66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54B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78D32606" w14:textId="77777777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24B51A5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B9ED" w14:textId="77777777" w:rsidR="002A3A93" w:rsidRPr="009F1E3A" w:rsidRDefault="002A3A93" w:rsidP="002A3A93">
            <w:pPr>
              <w:spacing w:after="0"/>
              <w:ind w:left="142" w:right="4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CX TRAUMATOLOGIA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9BC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039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EA6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923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2FFC62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D3E5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Luxación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femoral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C7B1" w14:textId="2E2CE7B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353,80 €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A06C" w14:textId="3B8A899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483F" w14:textId="3663DFE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59D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228BA3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9F3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Fx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diafisaria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con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agujas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C5EB" w14:textId="32279CC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353,80 €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800B" w14:textId="4CCC88F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FE44" w14:textId="69A64C4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292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8BE6041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D68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Fx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diafisaria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con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placas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/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cerclaje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9BAA" w14:textId="4049125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330,25 €/ 497,50 €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7917" w14:textId="5DAE7CC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20E8" w14:textId="53273DE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049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06FC940" w14:textId="77777777" w:rsidTr="002A3A93">
        <w:trPr>
          <w:trHeight w:val="289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8A2F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Fx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diafisaria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con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fijador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externo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0E8E" w14:textId="4D60CD9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353,80 €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437C" w14:textId="09F51E4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ED73" w14:textId="539B0B8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22E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4373141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45FC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Luxación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de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rotula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B50F" w14:textId="00797A3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353,80 €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BD96" w14:textId="1B986B8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2C16" w14:textId="662FCDB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26E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57E34F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7EAD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Artrodesis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carpal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/ tarsal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A603" w14:textId="1972B31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340,70 €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A1E5" w14:textId="4162080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C21B" w14:textId="674554E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5FA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F38400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343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Fx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mandibula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C9D8" w14:textId="7DF9979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353,80 €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2F39" w14:textId="68DB33F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69B0" w14:textId="7E7E22D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3F7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20152FD" w14:textId="77777777" w:rsidTr="002A3A93">
        <w:trPr>
          <w:trHeight w:val="562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FBD3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TTA /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Evolig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6B3F" w14:textId="77777777" w:rsidR="002A3A93" w:rsidRPr="009F1E3A" w:rsidRDefault="002A3A93" w:rsidP="002A3A93">
            <w:pPr>
              <w:spacing w:after="11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1021,15 € / </w:t>
            </w:r>
          </w:p>
          <w:p w14:paraId="235598CF" w14:textId="0B3B112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1158,15 €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023C" w14:textId="3C6627E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8951" w14:textId="7514447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DA3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BCB4061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A54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Valgus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Carpal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fijador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externo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67D1" w14:textId="4EA4F5C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633,05 €/ 764,05 €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7A4B" w14:textId="3615D58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6005" w14:textId="16BEA07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725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5D9CDB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907F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Artroplastia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2803" w14:textId="1F9A246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363,85 €/ 545,75 €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C6B1" w14:textId="7EAEA67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58B5" w14:textId="5218AE1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DA8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5E0606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0F0C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Artrotomia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explo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+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F4DB" w14:textId="0CD958F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346,85 €/ 482,70 €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69ED" w14:textId="0D35031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5FF2" w14:textId="5602A4A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9F4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02BD3A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FB99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Amputacion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extremidad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E350" w14:textId="0284875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602,80 €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5FE2" w14:textId="45C362F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49A0" w14:textId="15C14A5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67D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59B8834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41220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Hemilaminectomia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28A6" w14:textId="74D1397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544,60 €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340F" w14:textId="73B7812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EF6E" w14:textId="296B4AD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097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6DD6F5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0889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Fx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de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cadera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3ADA" w14:textId="1810F9E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458,45 €/ 630 €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70D3" w14:textId="61E1B71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07E6" w14:textId="3E42F17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D3B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976976D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2E02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Recolo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cabeza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femur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sed.aparte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D9CB" w14:textId="1C0C274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143,70 €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1D22" w14:textId="2B38C63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79C5" w14:textId="4D982AC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3AE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ABE881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F7B5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Extracción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falanje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9CB2" w14:textId="13C8684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232,55 €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0625" w14:textId="3C18166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9D18" w14:textId="69B1F33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91E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0A776693" w14:textId="591C9FC8" w:rsidR="002A3A93" w:rsidRPr="009F1E3A" w:rsidRDefault="002A3A93" w:rsidP="002A3A93">
      <w:pPr>
        <w:spacing w:after="0"/>
        <w:ind w:left="142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7DED972B" w14:textId="77777777" w:rsidTr="002A3A93">
        <w:trPr>
          <w:trHeight w:val="562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B9D2" w14:textId="77777777" w:rsidR="002A3A93" w:rsidRPr="009F1E3A" w:rsidRDefault="002A3A93" w:rsidP="002A3A93">
            <w:pPr>
              <w:spacing w:after="11"/>
              <w:ind w:left="142" w:right="46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ANALÍTICAS + TÉCNICAS </w:t>
            </w:r>
          </w:p>
          <w:p w14:paraId="14336B68" w14:textId="77777777" w:rsidR="002A3A93" w:rsidRPr="009F1E3A" w:rsidRDefault="002A3A93" w:rsidP="002A3A93">
            <w:pPr>
              <w:spacing w:after="0"/>
              <w:ind w:left="142" w:right="4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DIAGNOSTICAS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3E8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F73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BC3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A11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ED98E1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515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A.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básica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84A4" w14:textId="3FACF66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40,25 €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56DA" w14:textId="18C06E4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C9C7" w14:textId="3CD739F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B64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398F5EC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450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A. completa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DF69" w14:textId="47F0686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71,15 €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65A8" w14:textId="2953B12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C5CF" w14:textId="011C37A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76A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59F5DC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4D1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UPC (crea en orina)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CDA5" w14:textId="4CCA902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26,80 €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D556" w14:textId="0ABFD55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0608" w14:textId="5E8CC12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3DD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8CFA1EB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A55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Hemograma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71A4" w14:textId="0D6B6DF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17,10 €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9BC3" w14:textId="7C68894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52FF" w14:textId="763EA1A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BB3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A7BF26D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AC4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Pack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bqs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básica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2B6E" w14:textId="7476C0E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33,90 €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F16D" w14:textId="5168443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D3F6" w14:textId="6C4E8CD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7DD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850535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0134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Pack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bqs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completa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F9F7" w14:textId="4B0A7F5C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47,30 €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4AC8" w14:textId="280E95F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8A29" w14:textId="0CDD719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26E0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9A31BE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F78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Pack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lyte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4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6FFA" w14:textId="56DF488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13,00 €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8850" w14:textId="529C6C0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2B46" w14:textId="201E2D1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D77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1409E89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EFFF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leishmania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A7FC" w14:textId="145A774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6,30 €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37AE" w14:textId="55E99BC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D7FB" w14:textId="680ADC3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782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F92426B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B86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rápido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Ehrlichia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F799" w14:textId="186CB60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41,60 €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7A8F" w14:textId="7E0989C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687B" w14:textId="5125B88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412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32CBDC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E72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fiv-felv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91D1" w14:textId="150B13A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41,45 €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B494" w14:textId="4EF6FCB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4758" w14:textId="188BA63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C09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9492226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C7ED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parvovirosis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84E6" w14:textId="1579DDD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31,3 €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2F11" w14:textId="7757744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6BE7" w14:textId="6DA11CC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56C1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6994052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E531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rápido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t4 total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7D64" w14:textId="5F8405E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30,15 €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3116" w14:textId="7115CC1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BE9C" w14:textId="5DF70FE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213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996B966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7CBA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rápido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cortisol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DDFD" w14:textId="3AC6B0F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29,35 €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F478" w14:textId="6C42B29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9D54" w14:textId="3F06BCF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4B3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3F21E3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37AD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ácido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biliar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B57A" w14:textId="2DF501F9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28,70 €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C3B1" w14:textId="55C9516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23E3" w14:textId="07D9616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72F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77D2A53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EB30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ácidos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biliares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9941" w14:textId="20F96AB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63,50 €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4687" w14:textId="27447F1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82E3" w14:textId="2D10088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E9C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BA8C48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5A03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coagulograma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1735" w14:textId="7A7D7D9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22,55 €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183C" w14:textId="09CD32D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7051" w14:textId="3649536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A7F3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B68192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6D07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coagulogramas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7FAE" w14:textId="3D3C4D2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51,05 €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23C2" w14:textId="2023F12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9261" w14:textId="38B5579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895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A26F40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E65C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Curva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glucosa 4bqs/5bqs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196F" w14:textId="1D3995C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32,95 €/ 41,25 €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9223" w14:textId="1DE7C5A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2841" w14:textId="78AF5B0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BE96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1D8650B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BEC9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rápido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lipasa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0EF8" w14:textId="4B71603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26,10 €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13F0" w14:textId="5F96790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C1D8" w14:textId="4D046FB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454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0AAD7B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564D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Analizar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líquido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pleural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92D4" w14:textId="2A0BD56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25,10 €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941A" w14:textId="2AACCCF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6F0E" w14:textId="13926C6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3C1B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5A6E9D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3D5A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Hematocrito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968A" w14:textId="73CCCF6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9,60 €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F4BE" w14:textId="4240030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D0E0" w14:textId="33AF3D99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EF8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60CD156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576A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panleucopenia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387A" w14:textId="39DA5608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41,70 €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784A" w14:textId="2CC0576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6BCD" w14:textId="3B38541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64C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714665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80F2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Presión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arterial/control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A04C" w14:textId="4A878F1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17,75 €/ 10,10 €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8264" w14:textId="69E668B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F6B0" w14:textId="1237168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BF4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B41AA6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4B9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Presión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ocular/control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7883" w14:textId="54FFED5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24,45 €/ 12,25 €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E3DB" w14:textId="474CA50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E6C2" w14:textId="323F482F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5BAD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12760D2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1D5D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Test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oftálmico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-fluor/control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2F43" w14:textId="3F0FB52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10 €/ 5,05 €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D2D7" w14:textId="6262CD6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501B" w14:textId="469DFB43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F905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4EBF39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974A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Raspado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Citología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piel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oídos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D0F8" w14:textId="3F1F8BA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14,60 €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80D4" w14:textId="036E276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0A7A" w14:textId="30060F5C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AC6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A80CB26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B6BA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Citología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masas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C820" w14:textId="062C38FB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28,85 €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4334" w14:textId="33E99AF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D19F" w14:textId="4654FF50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F4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C5CA58E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2C60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Radiografía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/control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21DD" w14:textId="39D8F30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41,10 €/ 23,60 €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DD98" w14:textId="23EAD0B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06E7" w14:textId="5F3D0A77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C15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32C380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23F5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Ecografía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/control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5303" w14:textId="5163259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41,10 €/ 23,60 €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47DF" w14:textId="025503C6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0F2E" w14:textId="52275E12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110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55C24E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2009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Urianalisis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DBA7" w14:textId="577C2FC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8,70 €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5C2E" w14:textId="127E84D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0143" w14:textId="725C3EF5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5C28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4B58485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7880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Coprológico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BA463" w14:textId="2DB317C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16,45 €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344B" w14:textId="1ABC0C80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0247" w14:textId="03C5E8E7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405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9EAA83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D062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ECC (electrocardiograma)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395B" w14:textId="3C634954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48,55 €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5EB5" w14:textId="3B38386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B08F8" w14:textId="29A4C465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C2F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822CC13" w14:textId="77777777" w:rsidTr="002A3A93">
        <w:trPr>
          <w:trHeight w:val="562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FC56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Enema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consulta/fecaloma </w:t>
            </w:r>
            <w:r w:rsidRPr="009F1E3A">
              <w:rPr>
                <w:rFonts w:ascii="Calibri" w:eastAsia="Calibri" w:hAnsi="Calibri" w:cs="Calibri"/>
                <w:sz w:val="18"/>
                <w:szCs w:val="18"/>
              </w:rPr>
              <w:tab/>
              <w:t>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sed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. apar)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305C" w14:textId="6559122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7,90 €/ 55,75 €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E6FA" w14:textId="76D9BB0F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EF72" w14:textId="2B8CA832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AE19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2AE3574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CA52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Frotis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sanguineo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o vaginal)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8854" w14:textId="264D31C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28,60 €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BE80" w14:textId="19EA2C4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3959" w14:textId="56ED8410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E71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146285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B993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DTM cultivo de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hongos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tricograma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3ABB" w14:textId="61666ED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14,05 €/ 20,70 €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FB5D" w14:textId="47B0928E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FA1F" w14:textId="49DAC0C3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613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390150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5AC8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Ecocardio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/control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7CB5" w14:textId="4CC8878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160,70 €/ 141,25 €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DB43" w14:textId="5BF31C5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52F7" w14:textId="75992380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774FE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4982B462" w14:textId="77777777" w:rsidR="002A3A93" w:rsidRPr="009F1E3A" w:rsidRDefault="002A3A93" w:rsidP="002A3A93">
      <w:pPr>
        <w:spacing w:after="0"/>
        <w:ind w:left="142" w:right="1318"/>
        <w:jc w:val="right"/>
        <w:rPr>
          <w:rFonts w:ascii="Calibri" w:hAnsi="Calibri" w:cs="Calibri"/>
          <w:sz w:val="18"/>
          <w:szCs w:val="18"/>
        </w:rPr>
      </w:pPr>
      <w:r w:rsidRPr="009F1E3A">
        <w:rPr>
          <w:rFonts w:ascii="Calibri" w:eastAsia="Calibri" w:hAnsi="Calibri" w:cs="Calibri"/>
          <w:b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b/>
          <w:sz w:val="18"/>
          <w:szCs w:val="18"/>
        </w:rPr>
        <w:tab/>
      </w:r>
      <w:r w:rsidRPr="009F1E3A">
        <w:rPr>
          <w:rFonts w:ascii="Calibri" w:eastAsia="Calibri" w:hAnsi="Calibri" w:cs="Calibri"/>
          <w:sz w:val="18"/>
          <w:szCs w:val="18"/>
        </w:rPr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  <w:r w:rsidRPr="009F1E3A">
        <w:rPr>
          <w:rFonts w:ascii="Calibri" w:eastAsia="Calibri" w:hAnsi="Calibri" w:cs="Calibri"/>
          <w:sz w:val="18"/>
          <w:szCs w:val="18"/>
        </w:rPr>
        <w:tab/>
        <w:t xml:space="preserve"> </w:t>
      </w: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41560DD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EF875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OTROS CONCEPTOS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66B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358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349C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4A46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D9F364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A8C0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Inyectables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8C78" w14:textId="343119D6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6,05 €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8C57" w14:textId="762771C5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E103" w14:textId="38568DA1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103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3D4B04D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CD8E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Campanas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de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todas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las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medidas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AE5B" w14:textId="5AB8FCE9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12,70 €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B6DE" w14:textId="62449BC2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4C5F" w14:textId="475C0A16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BDAA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5E3A909C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7D08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Corte de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uñas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55FA" w14:textId="05CB4C24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8,00 €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28E5" w14:textId="7D1851CA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B833" w14:textId="481C71CE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62A7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78F884CD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98C0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Sacar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uña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rota (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sin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visita)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BCB2" w14:textId="6334BE38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9,45 €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9BF5" w14:textId="2906BD4D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CEAF" w14:textId="670B6DA2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07C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014299E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98D1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Refrigeración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golpe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de calor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7CF0" w14:textId="79724C92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31,15 €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FC7F" w14:textId="029903D3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70E7" w14:textId="29AF551B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FC72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444A1FFE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E963" w14:textId="7777777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Branular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7D31" w14:textId="30F08243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15,50 €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9A57" w14:textId="433468C1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D7C5" w14:textId="074A7BA8" w:rsidR="002A3A93" w:rsidRPr="009F1E3A" w:rsidRDefault="002A3A93" w:rsidP="009F1E3A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6414" w14:textId="77777777" w:rsidR="002A3A93" w:rsidRPr="009F1E3A" w:rsidRDefault="002A3A93" w:rsidP="002A3A93">
            <w:pPr>
              <w:spacing w:after="0"/>
              <w:ind w:left="142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2A3A93" w:rsidRPr="009F1E3A" w14:paraId="6B8F04DA" w14:textId="77777777" w:rsidTr="002A3A93">
        <w:trPr>
          <w:trHeight w:val="289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2D1C" w14:textId="39C930CC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Vaciar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glandulas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anales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8336" w14:textId="7661CCA9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7,75 €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61A5" w14:textId="03854D8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C52A" w14:textId="4F768E9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CE60" w14:textId="013D442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0DB58710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0013" w14:textId="266B35BA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Vaciar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otohematoma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D3DC" w14:textId="79F8D997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15,25 €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7B88" w14:textId="2BFC960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FDB9" w14:textId="1249C17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A2EF" w14:textId="21C7BE6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454121C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3B4C" w14:textId="06DFDCFF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Extracción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de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sangre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74DA" w14:textId="552DCDDF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6,90 €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A969" w14:textId="14145DC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EF4C" w14:textId="328F3D4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FB65" w14:textId="7C4692A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513FEEB1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22E3" w14:textId="3A759BDD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Convenia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5CDE" w14:textId="4CE93CEF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28,05 €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9AF9" w14:textId="6C5EE0A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12B4" w14:textId="3C2DD6B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71D6" w14:textId="0DF7C3D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7FC14A68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CEE0" w14:textId="752203A5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Ivomec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214B" w14:textId="34F2D5A4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2,55 €/ml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23C0" w14:textId="0EDD517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26A3" w14:textId="4592AD6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034D" w14:textId="4901C53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513422C7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62C8" w14:textId="63F86F61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Depomoderin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54D1" w14:textId="4CD5BB3F" w:rsidR="002A3A93" w:rsidRPr="009F1E3A" w:rsidRDefault="002A3A93" w:rsidP="00345236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14,60 €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BEAD" w14:textId="5B8A2FB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CA23" w14:textId="2713257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9201" w14:textId="66F3D10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8271424" w14:textId="32A707FC" w:rsidR="002A3A93" w:rsidRPr="009F1E3A" w:rsidRDefault="002A3A93" w:rsidP="002A3A93">
      <w:pPr>
        <w:spacing w:after="0"/>
        <w:ind w:left="142" w:right="1318"/>
        <w:jc w:val="center"/>
        <w:rPr>
          <w:rFonts w:ascii="Calibri" w:hAnsi="Calibri" w:cs="Calibri"/>
          <w:sz w:val="18"/>
          <w:szCs w:val="18"/>
        </w:rPr>
      </w:pP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2C709E7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C9FD6" w14:textId="4CEA0D7C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NUTRICIÓN/TRANSFUSIONES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D120" w14:textId="4A143E1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02F" w14:textId="059DDAD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5076" w14:textId="13E1E4B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79FC" w14:textId="5C11170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59D63D2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CD0" w14:textId="16AE393F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Nutrición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parenteral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2C00" w14:textId="34D6F27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65,55 €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E055" w14:textId="1F84F98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D8AC" w14:textId="7170ACB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1660" w14:textId="3C86714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34333937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2BE3" w14:textId="0CB41659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Transusión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sangre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>/plasma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67F4" w14:textId="73CA033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PVP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AFDD" w14:textId="4B65E12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A247" w14:textId="0A9E819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F5457" w14:textId="7EE2462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7A1BA313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C1E2" w14:textId="49A9DE25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Kit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compatibilidad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B8D7" w14:textId="14BC101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57,05 €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03B9" w14:textId="1E7C3E1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8E19" w14:textId="7DDE054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3045" w14:textId="5620096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7BC4DABF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1235" w14:textId="2615C0FC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Jeringas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insulina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29F0" w14:textId="2B995419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0,70 €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95E2" w14:textId="1F678BF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D3B1" w14:textId="497D279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3047" w14:textId="7CF2AC29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352064E2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D21D" w14:textId="04C38D65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Caninsulin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7EC5" w14:textId="5D140FC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12,85 €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93C68" w14:textId="6270793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50BF" w14:textId="6164D20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AFF6" w14:textId="540F83C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6CAF6F6" w14:textId="723EA10F" w:rsidR="002A3A93" w:rsidRPr="009F1E3A" w:rsidRDefault="002A3A93" w:rsidP="002A3A93">
      <w:pPr>
        <w:spacing w:after="0"/>
        <w:ind w:left="142" w:right="1318"/>
        <w:jc w:val="center"/>
        <w:rPr>
          <w:rFonts w:ascii="Calibri" w:hAnsi="Calibri" w:cs="Calibri"/>
          <w:sz w:val="18"/>
          <w:szCs w:val="18"/>
        </w:rPr>
      </w:pPr>
    </w:p>
    <w:tbl>
      <w:tblPr>
        <w:tblStyle w:val="TableGrid"/>
        <w:tblW w:w="9052" w:type="dxa"/>
        <w:tblInd w:w="425" w:type="dxa"/>
        <w:tblCellMar>
          <w:top w:w="47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3039"/>
        <w:gridCol w:w="1634"/>
        <w:gridCol w:w="1465"/>
        <w:gridCol w:w="1502"/>
        <w:gridCol w:w="1412"/>
      </w:tblGrid>
      <w:tr w:rsidR="002A3A93" w:rsidRPr="009F1E3A" w14:paraId="20DDD78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1270" w14:textId="67B5B8C1" w:rsidR="002A3A93" w:rsidRPr="009F1E3A" w:rsidRDefault="002A3A93" w:rsidP="002A3A93">
            <w:pPr>
              <w:spacing w:after="0"/>
              <w:ind w:left="142" w:right="46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b/>
                <w:sz w:val="18"/>
                <w:szCs w:val="18"/>
              </w:rPr>
              <w:t>CX BUCAL/NASAL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08B6" w14:textId="417DAB2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40689" w14:textId="0D1B548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7622" w14:textId="6C87823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D150" w14:textId="259B150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6632D27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64B4" w14:textId="49837FD8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Extracción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carnicera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4799" w14:textId="54CC5F6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227,15 €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9C4F" w14:textId="07C56ED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79D7" w14:textId="5C346CDA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D93C" w14:textId="25C350E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371ADA76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5994" w14:textId="5102F74B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Higiene dental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52A5" w14:textId="79D5E87C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195,65 €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292E" w14:textId="3C3AED8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AE1E" w14:textId="6240D49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8EAA" w14:textId="53786B8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155D88FD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BE61" w14:textId="4DC21287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Extracción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dientes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deciduos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5D17" w14:textId="294DA1E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115,65 €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0AA2" w14:textId="3BB7145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A313" w14:textId="6C28862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C88D" w14:textId="41B1B1F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7D8FBF0E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1B7D" w14:textId="59046E20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Reconstrucción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paladar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727C" w14:textId="1A0199F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190,35 €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E45A" w14:textId="7993D4D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1A5A" w14:textId="69B0B767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B760" w14:textId="2427327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18253842" w14:textId="77777777" w:rsidTr="002A3A93">
        <w:trPr>
          <w:trHeight w:val="286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6C7B" w14:textId="0EC8F8DF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Glan.sialocele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6FD7" w14:textId="4F004878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294,75 €/ 418,45 €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7E0B" w14:textId="375A609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5E42" w14:textId="32BDE69D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0A41" w14:textId="7F7FE3C6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5E1EC1F9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EAE1" w14:textId="685224B4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Rinoplastia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+ anestesia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AEB5" w14:textId="3256FE4F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205,40 €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F79E" w14:textId="2138DBE0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6C80" w14:textId="3A44DACB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26F9" w14:textId="5D830F85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044ED7C4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4B0B" w14:textId="07F75635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Rinoscopia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B9D2" w14:textId="36B2F08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177,05 €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5214" w14:textId="1D57D161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AA38" w14:textId="7E8A7BB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C2832" w14:textId="6CCDBC94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A3A93" w:rsidRPr="009F1E3A" w14:paraId="7722275A" w14:textId="77777777" w:rsidTr="002A3A93">
        <w:trPr>
          <w:trHeight w:val="288"/>
        </w:trPr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2642" w14:textId="2BC86690" w:rsidR="002A3A93" w:rsidRPr="009F1E3A" w:rsidRDefault="002A3A93" w:rsidP="002A3A93">
            <w:pPr>
              <w:spacing w:after="0"/>
              <w:ind w:left="142"/>
              <w:jc w:val="left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Extracción</w:t>
            </w:r>
            <w:proofErr w:type="spellEnd"/>
            <w:r w:rsidRPr="009F1E3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9F1E3A">
              <w:rPr>
                <w:rFonts w:ascii="Calibri" w:eastAsia="Calibri" w:hAnsi="Calibri" w:cs="Calibri"/>
                <w:sz w:val="18"/>
                <w:szCs w:val="18"/>
              </w:rPr>
              <w:t>incisivos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AAB0" w14:textId="42137243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163,85 €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ED51" w14:textId="4D084822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0BED" w14:textId="21B8A00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F1E3A">
              <w:rPr>
                <w:rFonts w:ascii="Calibri" w:eastAsia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5239" w14:textId="219438EE" w:rsidR="002A3A93" w:rsidRPr="009F1E3A" w:rsidRDefault="002A3A93" w:rsidP="002A3A93">
            <w:pPr>
              <w:spacing w:after="0"/>
              <w:ind w:left="1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44C8EF2" w14:textId="77777777" w:rsidR="002A3A93" w:rsidRDefault="002A3A93" w:rsidP="002A3A93">
      <w:pPr>
        <w:spacing w:after="14"/>
        <w:ind w:left="142"/>
      </w:pPr>
      <w:r>
        <w:rPr>
          <w:rFonts w:ascii="Calibri" w:eastAsia="Calibri" w:hAnsi="Calibri" w:cs="Calibri"/>
          <w:sz w:val="22"/>
        </w:rPr>
        <w:t xml:space="preserve"> </w:t>
      </w:r>
    </w:p>
    <w:p w14:paraId="4838F178" w14:textId="7B421A1A" w:rsidR="006C7CBB" w:rsidRDefault="006C7CBB" w:rsidP="002A3A93">
      <w:pPr>
        <w:pStyle w:val="Default"/>
        <w:ind w:left="142"/>
        <w:jc w:val="both"/>
      </w:pPr>
    </w:p>
    <w:p w14:paraId="7DD0EC31" w14:textId="77777777" w:rsidR="002A3A93" w:rsidRPr="002A3A93" w:rsidRDefault="002A3A93" w:rsidP="002A3A93">
      <w:pPr>
        <w:pStyle w:val="Default"/>
        <w:ind w:left="142"/>
        <w:jc w:val="both"/>
        <w:rPr>
          <w:rFonts w:ascii="Calibri" w:hAnsi="Calibri" w:cs="Calibri"/>
        </w:rPr>
      </w:pPr>
    </w:p>
    <w:p w14:paraId="0B17270F" w14:textId="77777777" w:rsidR="009F1E3A" w:rsidRPr="009F1E3A" w:rsidRDefault="002A3A93" w:rsidP="00345236">
      <w:pPr>
        <w:pStyle w:val="Default"/>
        <w:ind w:left="142"/>
        <w:jc w:val="both"/>
        <w:rPr>
          <w:rFonts w:ascii="Calibri" w:hAnsi="Calibri" w:cs="Calibri"/>
          <w:lang w:val="es-ES"/>
        </w:rPr>
      </w:pPr>
      <w:r w:rsidRPr="002A3A93">
        <w:rPr>
          <w:rFonts w:ascii="Calibri" w:hAnsi="Calibri" w:cs="Calibri"/>
          <w:b/>
          <w:bCs/>
          <w:lang w:val="es-ES"/>
        </w:rPr>
        <w:t>IMPORTANT</w:t>
      </w:r>
      <w:r w:rsidRPr="002A3A93">
        <w:rPr>
          <w:rFonts w:ascii="Calibri" w:hAnsi="Calibri" w:cs="Calibri"/>
          <w:lang w:val="es-ES"/>
        </w:rPr>
        <w:t xml:space="preserve">: </w:t>
      </w:r>
      <w:r w:rsidR="009F1E3A" w:rsidRPr="009F1E3A">
        <w:rPr>
          <w:rFonts w:ascii="Calibri" w:hAnsi="Calibri" w:cs="Calibri"/>
          <w:lang w:val="es-ES"/>
        </w:rPr>
        <w:t xml:space="preserve">La </w:t>
      </w:r>
      <w:proofErr w:type="spellStart"/>
      <w:r w:rsidR="009F1E3A" w:rsidRPr="009F1E3A">
        <w:rPr>
          <w:rFonts w:ascii="Calibri" w:hAnsi="Calibri" w:cs="Calibri"/>
          <w:lang w:val="es-ES"/>
        </w:rPr>
        <w:t>puntuació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econòmica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s’obtindrà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aplicant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la fórmula prevista al PCAP a </w:t>
      </w:r>
      <w:proofErr w:type="spellStart"/>
      <w:r w:rsidR="009F1E3A" w:rsidRPr="009F1E3A">
        <w:rPr>
          <w:rFonts w:ascii="Calibri" w:hAnsi="Calibri" w:cs="Calibri"/>
          <w:lang w:val="es-ES"/>
        </w:rPr>
        <w:t>cadascun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dels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preus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unitaris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, sobre una base de 100 </w:t>
      </w:r>
      <w:proofErr w:type="spellStart"/>
      <w:r w:rsidR="009F1E3A" w:rsidRPr="009F1E3A">
        <w:rPr>
          <w:rFonts w:ascii="Calibri" w:hAnsi="Calibri" w:cs="Calibri"/>
          <w:lang w:val="es-ES"/>
        </w:rPr>
        <w:t>punts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. </w:t>
      </w:r>
      <w:proofErr w:type="spellStart"/>
      <w:r w:rsidR="009F1E3A" w:rsidRPr="009F1E3A">
        <w:rPr>
          <w:rFonts w:ascii="Calibri" w:hAnsi="Calibri" w:cs="Calibri"/>
          <w:lang w:val="es-ES"/>
        </w:rPr>
        <w:t>Posteriorment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, es sumaran les </w:t>
      </w:r>
      <w:proofErr w:type="spellStart"/>
      <w:r w:rsidR="009F1E3A" w:rsidRPr="009F1E3A">
        <w:rPr>
          <w:rFonts w:ascii="Calibri" w:hAnsi="Calibri" w:cs="Calibri"/>
          <w:lang w:val="es-ES"/>
        </w:rPr>
        <w:t>puntuacions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obtingudes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per cada </w:t>
      </w:r>
      <w:proofErr w:type="spellStart"/>
      <w:r w:rsidR="009F1E3A" w:rsidRPr="009F1E3A">
        <w:rPr>
          <w:rFonts w:ascii="Calibri" w:hAnsi="Calibri" w:cs="Calibri"/>
          <w:lang w:val="es-ES"/>
        </w:rPr>
        <w:t>concepte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i es </w:t>
      </w:r>
      <w:proofErr w:type="spellStart"/>
      <w:r w:rsidR="009F1E3A" w:rsidRPr="009F1E3A">
        <w:rPr>
          <w:rFonts w:ascii="Calibri" w:hAnsi="Calibri" w:cs="Calibri"/>
          <w:lang w:val="es-ES"/>
        </w:rPr>
        <w:t>calcularà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la </w:t>
      </w:r>
      <w:proofErr w:type="spellStart"/>
      <w:r w:rsidR="009F1E3A" w:rsidRPr="009F1E3A">
        <w:rPr>
          <w:rFonts w:ascii="Calibri" w:hAnsi="Calibri" w:cs="Calibri"/>
          <w:lang w:val="es-ES"/>
        </w:rPr>
        <w:t>puntuació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final </w:t>
      </w:r>
      <w:proofErr w:type="spellStart"/>
      <w:r w:rsidR="009F1E3A" w:rsidRPr="009F1E3A">
        <w:rPr>
          <w:rFonts w:ascii="Calibri" w:hAnsi="Calibri" w:cs="Calibri"/>
          <w:lang w:val="es-ES"/>
        </w:rPr>
        <w:t>mitjançant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la </w:t>
      </w:r>
      <w:proofErr w:type="spellStart"/>
      <w:r w:rsidR="009F1E3A" w:rsidRPr="009F1E3A">
        <w:rPr>
          <w:rFonts w:ascii="Calibri" w:hAnsi="Calibri" w:cs="Calibri"/>
          <w:lang w:val="es-ES"/>
        </w:rPr>
        <w:t>mitjana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aritmètica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d’aquestes</w:t>
      </w:r>
      <w:proofErr w:type="spellEnd"/>
      <w:r w:rsidR="009F1E3A" w:rsidRPr="009F1E3A">
        <w:rPr>
          <w:rFonts w:ascii="Calibri" w:hAnsi="Calibri" w:cs="Calibri"/>
          <w:lang w:val="es-ES"/>
        </w:rPr>
        <w:t xml:space="preserve"> </w:t>
      </w:r>
      <w:proofErr w:type="spellStart"/>
      <w:r w:rsidR="009F1E3A" w:rsidRPr="009F1E3A">
        <w:rPr>
          <w:rFonts w:ascii="Calibri" w:hAnsi="Calibri" w:cs="Calibri"/>
          <w:lang w:val="es-ES"/>
        </w:rPr>
        <w:t>puntuacions</w:t>
      </w:r>
      <w:proofErr w:type="spellEnd"/>
      <w:r w:rsidR="009F1E3A" w:rsidRPr="009F1E3A">
        <w:rPr>
          <w:rFonts w:ascii="Calibri" w:hAnsi="Calibri" w:cs="Calibri"/>
          <w:lang w:val="es-ES"/>
        </w:rPr>
        <w:t>.</w:t>
      </w:r>
    </w:p>
    <w:p w14:paraId="12422113" w14:textId="77777777" w:rsidR="009F1E3A" w:rsidRPr="009F1E3A" w:rsidRDefault="009F1E3A" w:rsidP="009F1E3A">
      <w:pPr>
        <w:pStyle w:val="Default"/>
        <w:ind w:left="142"/>
        <w:rPr>
          <w:rFonts w:ascii="Calibri" w:hAnsi="Calibri" w:cs="Calibri"/>
          <w:lang w:val="es-ES"/>
        </w:rPr>
      </w:pPr>
    </w:p>
    <w:p w14:paraId="0DFB9957" w14:textId="04E3DA0F" w:rsidR="009F1E3A" w:rsidRPr="009F1E3A" w:rsidRDefault="009F1E3A" w:rsidP="00345236">
      <w:pPr>
        <w:pStyle w:val="Default"/>
        <w:ind w:left="142"/>
        <w:jc w:val="both"/>
        <w:rPr>
          <w:rFonts w:ascii="Calibri" w:hAnsi="Calibri" w:cs="Calibri"/>
          <w:lang w:val="es-ES"/>
        </w:rPr>
      </w:pPr>
      <w:r w:rsidRPr="009F1E3A">
        <w:rPr>
          <w:rFonts w:ascii="Calibri" w:hAnsi="Calibri" w:cs="Calibri"/>
          <w:lang w:val="es-ES"/>
        </w:rPr>
        <w:t xml:space="preserve">En el </w:t>
      </w:r>
      <w:proofErr w:type="spellStart"/>
      <w:r w:rsidRPr="009F1E3A">
        <w:rPr>
          <w:rFonts w:ascii="Calibri" w:hAnsi="Calibri" w:cs="Calibri"/>
          <w:lang w:val="es-ES"/>
        </w:rPr>
        <w:t>cas</w:t>
      </w:r>
      <w:proofErr w:type="spellEnd"/>
      <w:r w:rsidRPr="009F1E3A">
        <w:rPr>
          <w:rFonts w:ascii="Calibri" w:hAnsi="Calibri" w:cs="Calibri"/>
          <w:lang w:val="es-ES"/>
        </w:rPr>
        <w:t xml:space="preserve"> de </w:t>
      </w:r>
      <w:proofErr w:type="spellStart"/>
      <w:r w:rsidRPr="009F1E3A">
        <w:rPr>
          <w:rFonts w:ascii="Calibri" w:hAnsi="Calibri" w:cs="Calibri"/>
          <w:lang w:val="es-ES"/>
        </w:rPr>
        <w:t>conceptes</w:t>
      </w:r>
      <w:proofErr w:type="spellEnd"/>
      <w:r w:rsidRPr="009F1E3A">
        <w:rPr>
          <w:rFonts w:ascii="Calibri" w:hAnsi="Calibri" w:cs="Calibri"/>
          <w:lang w:val="es-ES"/>
        </w:rPr>
        <w:t xml:space="preserve"> que </w:t>
      </w:r>
      <w:proofErr w:type="spellStart"/>
      <w:r w:rsidRPr="009F1E3A">
        <w:rPr>
          <w:rFonts w:ascii="Calibri" w:hAnsi="Calibri" w:cs="Calibri"/>
          <w:lang w:val="es-ES"/>
        </w:rPr>
        <w:t>incloguin</w:t>
      </w:r>
      <w:proofErr w:type="spellEnd"/>
      <w:r w:rsidRPr="009F1E3A">
        <w:rPr>
          <w:rFonts w:ascii="Calibri" w:hAnsi="Calibri" w:cs="Calibri"/>
          <w:lang w:val="es-ES"/>
        </w:rPr>
        <w:t xml:space="preserve"> dos </w:t>
      </w:r>
      <w:proofErr w:type="spellStart"/>
      <w:r w:rsidRPr="009F1E3A">
        <w:rPr>
          <w:rFonts w:ascii="Calibri" w:hAnsi="Calibri" w:cs="Calibri"/>
          <w:lang w:val="es-ES"/>
        </w:rPr>
        <w:t>preus</w:t>
      </w:r>
      <w:proofErr w:type="spellEnd"/>
      <w:r w:rsidRPr="009F1E3A">
        <w:rPr>
          <w:rFonts w:ascii="Calibri" w:hAnsi="Calibri" w:cs="Calibri"/>
          <w:lang w:val="es-ES"/>
        </w:rPr>
        <w:t xml:space="preserve">, la fórmula </w:t>
      </w:r>
      <w:proofErr w:type="spellStart"/>
      <w:r w:rsidRPr="009F1E3A">
        <w:rPr>
          <w:rFonts w:ascii="Calibri" w:hAnsi="Calibri" w:cs="Calibri"/>
          <w:lang w:val="es-ES"/>
        </w:rPr>
        <w:t>econòmica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s’aplicarà</w:t>
      </w:r>
      <w:proofErr w:type="spellEnd"/>
      <w:r w:rsidRPr="009F1E3A">
        <w:rPr>
          <w:rFonts w:ascii="Calibri" w:hAnsi="Calibri" w:cs="Calibri"/>
          <w:lang w:val="es-ES"/>
        </w:rPr>
        <w:t xml:space="preserve"> de forma separada a </w:t>
      </w:r>
      <w:proofErr w:type="spellStart"/>
      <w:r w:rsidRPr="009F1E3A">
        <w:rPr>
          <w:rFonts w:ascii="Calibri" w:hAnsi="Calibri" w:cs="Calibri"/>
          <w:lang w:val="es-ES"/>
        </w:rPr>
        <w:t>cadascun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dels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preus</w:t>
      </w:r>
      <w:proofErr w:type="spellEnd"/>
      <w:r w:rsidRPr="009F1E3A">
        <w:rPr>
          <w:rFonts w:ascii="Calibri" w:hAnsi="Calibri" w:cs="Calibri"/>
          <w:lang w:val="es-ES"/>
        </w:rPr>
        <w:t xml:space="preserve">, i la </w:t>
      </w:r>
      <w:proofErr w:type="spellStart"/>
      <w:r w:rsidRPr="009F1E3A">
        <w:rPr>
          <w:rFonts w:ascii="Calibri" w:hAnsi="Calibri" w:cs="Calibri"/>
          <w:lang w:val="es-ES"/>
        </w:rPr>
        <w:t>puntuació</w:t>
      </w:r>
      <w:proofErr w:type="spellEnd"/>
      <w:r w:rsidRPr="009F1E3A">
        <w:rPr>
          <w:rFonts w:ascii="Calibri" w:hAnsi="Calibri" w:cs="Calibri"/>
          <w:lang w:val="es-ES"/>
        </w:rPr>
        <w:t xml:space="preserve"> final del </w:t>
      </w:r>
      <w:proofErr w:type="spellStart"/>
      <w:r w:rsidRPr="009F1E3A">
        <w:rPr>
          <w:rFonts w:ascii="Calibri" w:hAnsi="Calibri" w:cs="Calibri"/>
          <w:lang w:val="es-ES"/>
        </w:rPr>
        <w:t>concepte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serà</w:t>
      </w:r>
      <w:proofErr w:type="spellEnd"/>
      <w:r w:rsidRPr="009F1E3A">
        <w:rPr>
          <w:rFonts w:ascii="Calibri" w:hAnsi="Calibri" w:cs="Calibri"/>
          <w:lang w:val="es-ES"/>
        </w:rPr>
        <w:t xml:space="preserve"> la </w:t>
      </w:r>
      <w:proofErr w:type="spellStart"/>
      <w:r w:rsidRPr="009F1E3A">
        <w:rPr>
          <w:rFonts w:ascii="Calibri" w:hAnsi="Calibri" w:cs="Calibri"/>
          <w:lang w:val="es-ES"/>
        </w:rPr>
        <w:t>mitjana</w:t>
      </w:r>
      <w:proofErr w:type="spellEnd"/>
      <w:r w:rsidRPr="009F1E3A">
        <w:rPr>
          <w:rFonts w:ascii="Calibri" w:hAnsi="Calibri" w:cs="Calibri"/>
          <w:lang w:val="es-ES"/>
        </w:rPr>
        <w:t xml:space="preserve"> de les </w:t>
      </w:r>
      <w:proofErr w:type="spellStart"/>
      <w:r w:rsidRPr="009F1E3A">
        <w:rPr>
          <w:rFonts w:ascii="Calibri" w:hAnsi="Calibri" w:cs="Calibri"/>
          <w:lang w:val="es-ES"/>
        </w:rPr>
        <w:t>dues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puntuacions</w:t>
      </w:r>
      <w:proofErr w:type="spellEnd"/>
      <w:r w:rsidRPr="009F1E3A">
        <w:rPr>
          <w:rFonts w:ascii="Calibri" w:hAnsi="Calibri" w:cs="Calibri"/>
          <w:lang w:val="es-ES"/>
        </w:rPr>
        <w:t>.</w:t>
      </w:r>
    </w:p>
    <w:p w14:paraId="0836645E" w14:textId="77777777" w:rsidR="009F1E3A" w:rsidRPr="009F1E3A" w:rsidRDefault="009F1E3A" w:rsidP="00345236">
      <w:pPr>
        <w:pStyle w:val="Default"/>
        <w:ind w:left="142"/>
        <w:jc w:val="both"/>
        <w:rPr>
          <w:rFonts w:ascii="Calibri" w:hAnsi="Calibri" w:cs="Calibri"/>
          <w:lang w:val="es-ES"/>
        </w:rPr>
      </w:pPr>
    </w:p>
    <w:p w14:paraId="54C813B1" w14:textId="29B521BF" w:rsidR="002A3A93" w:rsidRDefault="009F1E3A" w:rsidP="00345236">
      <w:pPr>
        <w:pStyle w:val="Default"/>
        <w:ind w:left="142"/>
        <w:jc w:val="both"/>
        <w:rPr>
          <w:rFonts w:ascii="Calibri" w:hAnsi="Calibri" w:cs="Calibri"/>
          <w:lang w:val="es-ES"/>
        </w:rPr>
      </w:pPr>
      <w:r w:rsidRPr="009F1E3A">
        <w:rPr>
          <w:rFonts w:ascii="Calibri" w:hAnsi="Calibri" w:cs="Calibri"/>
          <w:lang w:val="es-ES"/>
        </w:rPr>
        <w:t xml:space="preserve">En </w:t>
      </w:r>
      <w:proofErr w:type="spellStart"/>
      <w:r w:rsidRPr="009F1E3A">
        <w:rPr>
          <w:rFonts w:ascii="Calibri" w:hAnsi="Calibri" w:cs="Calibri"/>
          <w:lang w:val="es-ES"/>
        </w:rPr>
        <w:t>tot</w:t>
      </w:r>
      <w:proofErr w:type="spellEnd"/>
      <w:r w:rsidRPr="009F1E3A">
        <w:rPr>
          <w:rFonts w:ascii="Calibri" w:hAnsi="Calibri" w:cs="Calibri"/>
          <w:lang w:val="es-ES"/>
        </w:rPr>
        <w:t xml:space="preserve"> cas, el licitador </w:t>
      </w:r>
      <w:proofErr w:type="spellStart"/>
      <w:r w:rsidRPr="009F1E3A">
        <w:rPr>
          <w:rFonts w:ascii="Calibri" w:hAnsi="Calibri" w:cs="Calibri"/>
          <w:lang w:val="es-ES"/>
        </w:rPr>
        <w:t>haurà</w:t>
      </w:r>
      <w:proofErr w:type="spellEnd"/>
      <w:r w:rsidRPr="009F1E3A">
        <w:rPr>
          <w:rFonts w:ascii="Calibri" w:hAnsi="Calibri" w:cs="Calibri"/>
          <w:lang w:val="es-ES"/>
        </w:rPr>
        <w:t xml:space="preserve"> de presentar oferta per la </w:t>
      </w:r>
      <w:proofErr w:type="spellStart"/>
      <w:r w:rsidRPr="009F1E3A">
        <w:rPr>
          <w:rFonts w:ascii="Calibri" w:hAnsi="Calibri" w:cs="Calibri"/>
          <w:lang w:val="es-ES"/>
        </w:rPr>
        <w:t>totalitat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dels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materials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inclosos</w:t>
      </w:r>
      <w:proofErr w:type="spellEnd"/>
      <w:r w:rsidRPr="009F1E3A">
        <w:rPr>
          <w:rFonts w:ascii="Calibri" w:hAnsi="Calibri" w:cs="Calibri"/>
          <w:lang w:val="es-ES"/>
        </w:rPr>
        <w:t xml:space="preserve"> en el </w:t>
      </w:r>
      <w:proofErr w:type="spellStart"/>
      <w:r w:rsidRPr="009F1E3A">
        <w:rPr>
          <w:rFonts w:ascii="Calibri" w:hAnsi="Calibri" w:cs="Calibri"/>
          <w:lang w:val="es-ES"/>
        </w:rPr>
        <w:t>lot</w:t>
      </w:r>
      <w:proofErr w:type="spellEnd"/>
      <w:r w:rsidRPr="009F1E3A">
        <w:rPr>
          <w:rFonts w:ascii="Calibri" w:hAnsi="Calibri" w:cs="Calibri"/>
          <w:lang w:val="es-ES"/>
        </w:rPr>
        <w:t xml:space="preserve"> al </w:t>
      </w:r>
      <w:proofErr w:type="spellStart"/>
      <w:r w:rsidRPr="009F1E3A">
        <w:rPr>
          <w:rFonts w:ascii="Calibri" w:hAnsi="Calibri" w:cs="Calibri"/>
          <w:lang w:val="es-ES"/>
        </w:rPr>
        <w:t>qual</w:t>
      </w:r>
      <w:proofErr w:type="spellEnd"/>
      <w:r w:rsidRPr="009F1E3A">
        <w:rPr>
          <w:rFonts w:ascii="Calibri" w:hAnsi="Calibri" w:cs="Calibri"/>
          <w:lang w:val="es-ES"/>
        </w:rPr>
        <w:t xml:space="preserve"> es </w:t>
      </w:r>
      <w:proofErr w:type="spellStart"/>
      <w:r w:rsidRPr="009F1E3A">
        <w:rPr>
          <w:rFonts w:ascii="Calibri" w:hAnsi="Calibri" w:cs="Calibri"/>
          <w:lang w:val="es-ES"/>
        </w:rPr>
        <w:t>presenti</w:t>
      </w:r>
      <w:proofErr w:type="spellEnd"/>
      <w:r w:rsidRPr="009F1E3A">
        <w:rPr>
          <w:rFonts w:ascii="Calibri" w:hAnsi="Calibri" w:cs="Calibri"/>
          <w:lang w:val="es-ES"/>
        </w:rPr>
        <w:t xml:space="preserve">, </w:t>
      </w:r>
      <w:proofErr w:type="spellStart"/>
      <w:r w:rsidRPr="009F1E3A">
        <w:rPr>
          <w:rFonts w:ascii="Calibri" w:hAnsi="Calibri" w:cs="Calibri"/>
          <w:lang w:val="es-ES"/>
        </w:rPr>
        <w:t>sense</w:t>
      </w:r>
      <w:proofErr w:type="spellEnd"/>
      <w:r w:rsidRPr="009F1E3A">
        <w:rPr>
          <w:rFonts w:ascii="Calibri" w:hAnsi="Calibri" w:cs="Calibri"/>
          <w:lang w:val="es-ES"/>
        </w:rPr>
        <w:t xml:space="preserve"> </w:t>
      </w:r>
      <w:proofErr w:type="spellStart"/>
      <w:r w:rsidRPr="009F1E3A">
        <w:rPr>
          <w:rFonts w:ascii="Calibri" w:hAnsi="Calibri" w:cs="Calibri"/>
          <w:lang w:val="es-ES"/>
        </w:rPr>
        <w:t>possibilitat</w:t>
      </w:r>
      <w:proofErr w:type="spellEnd"/>
      <w:r w:rsidRPr="009F1E3A">
        <w:rPr>
          <w:rFonts w:ascii="Calibri" w:hAnsi="Calibri" w:cs="Calibri"/>
          <w:lang w:val="es-ES"/>
        </w:rPr>
        <w:t xml:space="preserve"> de fragmentar-la.</w:t>
      </w:r>
    </w:p>
    <w:p w14:paraId="45E6146E" w14:textId="77777777" w:rsidR="002A3A93" w:rsidRDefault="002A3A93" w:rsidP="00345236">
      <w:pPr>
        <w:pStyle w:val="Default"/>
        <w:ind w:left="142"/>
        <w:jc w:val="both"/>
        <w:rPr>
          <w:rFonts w:ascii="Calibri" w:hAnsi="Calibri" w:cs="Calibri"/>
          <w:lang w:val="es-ES"/>
        </w:rPr>
      </w:pPr>
    </w:p>
    <w:p w14:paraId="796B042F" w14:textId="229EC187" w:rsidR="002A3A93" w:rsidRPr="002A3A93" w:rsidRDefault="002A3A93" w:rsidP="00345236">
      <w:pPr>
        <w:pStyle w:val="Default"/>
        <w:ind w:left="142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es-ES"/>
        </w:rPr>
        <w:t>Signatura</w:t>
      </w:r>
    </w:p>
    <w:sectPr w:rsidR="002A3A93" w:rsidRPr="002A3A93" w:rsidSect="002A3A93">
      <w:pgSz w:w="11906" w:h="16838"/>
      <w:pgMar w:top="1417" w:right="1701" w:bottom="141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8D059" w14:textId="77777777" w:rsidR="00345236" w:rsidRDefault="00345236">
      <w:pPr>
        <w:spacing w:after="0" w:line="240" w:lineRule="auto"/>
      </w:pPr>
      <w:r>
        <w:separator/>
      </w:r>
    </w:p>
  </w:endnote>
  <w:endnote w:type="continuationSeparator" w:id="0">
    <w:p w14:paraId="5CF7CE71" w14:textId="77777777" w:rsidR="00345236" w:rsidRDefault="0034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charset w:val="00"/>
    <w:family w:val="roman"/>
    <w:pitch w:val="default"/>
  </w:font>
  <w:font w:name="Frutiger LT 45 Light">
    <w:altName w:val="Calibri"/>
    <w:charset w:val="00"/>
    <w:family w:val="moder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F4C3F" w14:textId="77777777" w:rsidR="00345236" w:rsidRDefault="00345236">
      <w:pPr>
        <w:spacing w:after="0" w:line="240" w:lineRule="auto"/>
      </w:pPr>
      <w:r>
        <w:separator/>
      </w:r>
    </w:p>
  </w:footnote>
  <w:footnote w:type="continuationSeparator" w:id="0">
    <w:p w14:paraId="6F44A4B0" w14:textId="77777777" w:rsidR="00345236" w:rsidRDefault="00345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768F"/>
    <w:multiLevelType w:val="hybridMultilevel"/>
    <w:tmpl w:val="3744AE92"/>
    <w:lvl w:ilvl="0" w:tplc="864CB6B8">
      <w:start w:val="1"/>
      <w:numFmt w:val="decimal"/>
      <w:lvlText w:val="%1."/>
      <w:lvlJc w:val="left"/>
      <w:pPr>
        <w:ind w:left="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04C4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24C2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A49F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AC8A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0870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768DF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1884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F6FB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BC7395"/>
    <w:multiLevelType w:val="hybridMultilevel"/>
    <w:tmpl w:val="DAE8A84E"/>
    <w:lvl w:ilvl="0" w:tplc="6A7C7A04">
      <w:start w:val="1"/>
      <w:numFmt w:val="lowerLetter"/>
      <w:lvlText w:val="%1)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7010B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A808F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0C1BE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149C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AEA48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6A96A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2660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CD5F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359FB"/>
    <w:multiLevelType w:val="hybridMultilevel"/>
    <w:tmpl w:val="60E6D466"/>
    <w:lvl w:ilvl="0" w:tplc="DD30162E">
      <w:start w:val="1"/>
      <w:numFmt w:val="decimal"/>
      <w:lvlText w:val="%1."/>
      <w:lvlJc w:val="left"/>
      <w:pPr>
        <w:ind w:left="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0014D0">
      <w:start w:val="1"/>
      <w:numFmt w:val="bullet"/>
      <w:lvlText w:val="-"/>
      <w:lvlJc w:val="left"/>
      <w:pPr>
        <w:ind w:left="10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E2DCA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707EB6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907F1E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FEBB6C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A4DA82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0E41E6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EE8BE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2C1FF5"/>
    <w:multiLevelType w:val="hybridMultilevel"/>
    <w:tmpl w:val="78AA753E"/>
    <w:lvl w:ilvl="0" w:tplc="419A3CBA">
      <w:start w:val="1"/>
      <w:numFmt w:val="lowerLetter"/>
      <w:lvlText w:val="%1.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2E540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D46F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D4310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60C68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302E4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4C176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2CC93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48BBF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74D63"/>
    <w:multiLevelType w:val="hybridMultilevel"/>
    <w:tmpl w:val="12BC0726"/>
    <w:lvl w:ilvl="0" w:tplc="89BE9DA2">
      <w:start w:val="1"/>
      <w:numFmt w:val="decimal"/>
      <w:lvlText w:val="%1."/>
      <w:lvlJc w:val="left"/>
      <w:pPr>
        <w:ind w:left="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B2CFB8">
      <w:start w:val="1"/>
      <w:numFmt w:val="bullet"/>
      <w:lvlText w:val="-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BE3E50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F810AC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482BF4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C06F6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F4846C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D2B288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3EF586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5A2EEF"/>
    <w:multiLevelType w:val="hybridMultilevel"/>
    <w:tmpl w:val="A0F6AC5E"/>
    <w:lvl w:ilvl="0" w:tplc="18445176">
      <w:start w:val="1"/>
      <w:numFmt w:val="lowerLetter"/>
      <w:lvlText w:val="%1)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68C28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18764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C8C64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487F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E450B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68375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4417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D6C45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E32E2E"/>
    <w:multiLevelType w:val="hybridMultilevel"/>
    <w:tmpl w:val="B39AD25C"/>
    <w:lvl w:ilvl="0" w:tplc="D34EE0F8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7C3F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6E35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DCA3F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0E00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CEF7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3E9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8CE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0673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705661"/>
    <w:multiLevelType w:val="hybridMultilevel"/>
    <w:tmpl w:val="166C997C"/>
    <w:lvl w:ilvl="0" w:tplc="8F8A27A6">
      <w:start w:val="1"/>
      <w:numFmt w:val="bullet"/>
      <w:lvlText w:val="-"/>
      <w:lvlJc w:val="left"/>
      <w:pPr>
        <w:ind w:left="1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56BDE2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E6FCD6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22E814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2D008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BC3CCE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EA310E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9ECDD4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767628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7D3BFE"/>
    <w:multiLevelType w:val="hybridMultilevel"/>
    <w:tmpl w:val="7B6A0C4C"/>
    <w:lvl w:ilvl="0" w:tplc="090E9C00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0CABF6">
      <w:start w:val="1"/>
      <w:numFmt w:val="bullet"/>
      <w:lvlText w:val="✓"/>
      <w:lvlJc w:val="left"/>
      <w:pPr>
        <w:ind w:left="11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184614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5212A0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A0E63E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D2221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1E8B52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38C870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B21222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D73290"/>
    <w:multiLevelType w:val="hybridMultilevel"/>
    <w:tmpl w:val="11D8017E"/>
    <w:lvl w:ilvl="0" w:tplc="793C95EA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48E198">
      <w:start w:val="1"/>
      <w:numFmt w:val="bullet"/>
      <w:lvlText w:val="-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CE8400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3E23C4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52739A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4E7782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D26730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149534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B66B30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294521"/>
    <w:multiLevelType w:val="hybridMultilevel"/>
    <w:tmpl w:val="66E4ADCC"/>
    <w:lvl w:ilvl="0" w:tplc="E3E43A02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C0728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28C7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FAE0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F88CB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7479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387B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DCE36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6214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457D68"/>
    <w:multiLevelType w:val="hybridMultilevel"/>
    <w:tmpl w:val="B0F4F898"/>
    <w:lvl w:ilvl="0" w:tplc="8FAAFE9C">
      <w:start w:val="1"/>
      <w:numFmt w:val="decimal"/>
      <w:lvlText w:val="%1."/>
      <w:lvlJc w:val="left"/>
      <w:pPr>
        <w:ind w:left="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B6E2AE">
      <w:start w:val="1"/>
      <w:numFmt w:val="bullet"/>
      <w:lvlText w:val="-"/>
      <w:lvlJc w:val="left"/>
      <w:pPr>
        <w:ind w:left="14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D4A500">
      <w:start w:val="1"/>
      <w:numFmt w:val="bullet"/>
      <w:lvlText w:val="▪"/>
      <w:lvlJc w:val="left"/>
      <w:pPr>
        <w:ind w:left="17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329DB6">
      <w:start w:val="1"/>
      <w:numFmt w:val="bullet"/>
      <w:lvlText w:val="•"/>
      <w:lvlJc w:val="left"/>
      <w:pPr>
        <w:ind w:left="24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6A44CE">
      <w:start w:val="1"/>
      <w:numFmt w:val="bullet"/>
      <w:lvlText w:val="o"/>
      <w:lvlJc w:val="left"/>
      <w:pPr>
        <w:ind w:left="31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E42DA2">
      <w:start w:val="1"/>
      <w:numFmt w:val="bullet"/>
      <w:lvlText w:val="▪"/>
      <w:lvlJc w:val="left"/>
      <w:pPr>
        <w:ind w:left="38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E67672">
      <w:start w:val="1"/>
      <w:numFmt w:val="bullet"/>
      <w:lvlText w:val="•"/>
      <w:lvlJc w:val="left"/>
      <w:pPr>
        <w:ind w:left="46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549A4C">
      <w:start w:val="1"/>
      <w:numFmt w:val="bullet"/>
      <w:lvlText w:val="o"/>
      <w:lvlJc w:val="left"/>
      <w:pPr>
        <w:ind w:left="53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223DCC">
      <w:start w:val="1"/>
      <w:numFmt w:val="bullet"/>
      <w:lvlText w:val="▪"/>
      <w:lvlJc w:val="left"/>
      <w:pPr>
        <w:ind w:left="60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1229FB"/>
    <w:multiLevelType w:val="hybridMultilevel"/>
    <w:tmpl w:val="8830041E"/>
    <w:lvl w:ilvl="0" w:tplc="442219C6">
      <w:start w:val="1"/>
      <w:numFmt w:val="bullet"/>
      <w:lvlText w:val="➢"/>
      <w:lvlJc w:val="left"/>
      <w:pPr>
        <w:ind w:left="3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A4AEF2">
      <w:start w:val="1"/>
      <w:numFmt w:val="bullet"/>
      <w:lvlText w:val="o"/>
      <w:lvlJc w:val="left"/>
      <w:pPr>
        <w:ind w:left="11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8E28FC">
      <w:start w:val="1"/>
      <w:numFmt w:val="bullet"/>
      <w:lvlText w:val="▪"/>
      <w:lvlJc w:val="left"/>
      <w:pPr>
        <w:ind w:left="19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AAB332">
      <w:start w:val="1"/>
      <w:numFmt w:val="bullet"/>
      <w:lvlText w:val="•"/>
      <w:lvlJc w:val="left"/>
      <w:pPr>
        <w:ind w:left="26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CE2D72">
      <w:start w:val="1"/>
      <w:numFmt w:val="bullet"/>
      <w:lvlText w:val="o"/>
      <w:lvlJc w:val="left"/>
      <w:pPr>
        <w:ind w:left="3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28D72">
      <w:start w:val="1"/>
      <w:numFmt w:val="bullet"/>
      <w:lvlText w:val="▪"/>
      <w:lvlJc w:val="left"/>
      <w:pPr>
        <w:ind w:left="40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B7D4">
      <w:start w:val="1"/>
      <w:numFmt w:val="bullet"/>
      <w:lvlText w:val="•"/>
      <w:lvlJc w:val="left"/>
      <w:pPr>
        <w:ind w:left="47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0E4FE">
      <w:start w:val="1"/>
      <w:numFmt w:val="bullet"/>
      <w:lvlText w:val="o"/>
      <w:lvlJc w:val="left"/>
      <w:pPr>
        <w:ind w:left="55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EEFD7A">
      <w:start w:val="1"/>
      <w:numFmt w:val="bullet"/>
      <w:lvlText w:val="▪"/>
      <w:lvlJc w:val="left"/>
      <w:pPr>
        <w:ind w:left="62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7F4836"/>
    <w:multiLevelType w:val="hybridMultilevel"/>
    <w:tmpl w:val="014E4B60"/>
    <w:lvl w:ilvl="0" w:tplc="36663A1E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AE78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C05D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3E54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60276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86EA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7C524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D4CC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327D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B02126"/>
    <w:multiLevelType w:val="hybridMultilevel"/>
    <w:tmpl w:val="DD8A9376"/>
    <w:lvl w:ilvl="0" w:tplc="87FE93AA">
      <w:start w:val="1"/>
      <w:numFmt w:val="decimal"/>
      <w:lvlText w:val="%1."/>
      <w:lvlJc w:val="left"/>
      <w:pPr>
        <w:ind w:left="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6058D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491F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2292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44EE1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368F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56E32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2316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C8D43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624843"/>
    <w:multiLevelType w:val="hybridMultilevel"/>
    <w:tmpl w:val="E3DE7720"/>
    <w:lvl w:ilvl="0" w:tplc="7A3255EA">
      <w:start w:val="1"/>
      <w:numFmt w:val="bullet"/>
      <w:lvlText w:val="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642296">
      <w:start w:val="1"/>
      <w:numFmt w:val="bullet"/>
      <w:lvlText w:val="o"/>
      <w:lvlJc w:val="left"/>
      <w:pPr>
        <w:ind w:left="11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C0F514">
      <w:start w:val="1"/>
      <w:numFmt w:val="bullet"/>
      <w:lvlText w:val="▪"/>
      <w:lvlJc w:val="left"/>
      <w:pPr>
        <w:ind w:left="19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269428">
      <w:start w:val="1"/>
      <w:numFmt w:val="bullet"/>
      <w:lvlText w:val="•"/>
      <w:lvlJc w:val="left"/>
      <w:pPr>
        <w:ind w:left="26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CCE53E">
      <w:start w:val="1"/>
      <w:numFmt w:val="bullet"/>
      <w:lvlText w:val="o"/>
      <w:lvlJc w:val="left"/>
      <w:pPr>
        <w:ind w:left="33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84634">
      <w:start w:val="1"/>
      <w:numFmt w:val="bullet"/>
      <w:lvlText w:val="▪"/>
      <w:lvlJc w:val="left"/>
      <w:pPr>
        <w:ind w:left="40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FA0F8C">
      <w:start w:val="1"/>
      <w:numFmt w:val="bullet"/>
      <w:lvlText w:val="•"/>
      <w:lvlJc w:val="left"/>
      <w:pPr>
        <w:ind w:left="47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685C68">
      <w:start w:val="1"/>
      <w:numFmt w:val="bullet"/>
      <w:lvlText w:val="o"/>
      <w:lvlJc w:val="left"/>
      <w:pPr>
        <w:ind w:left="55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3C6010">
      <w:start w:val="1"/>
      <w:numFmt w:val="bullet"/>
      <w:lvlText w:val="▪"/>
      <w:lvlJc w:val="left"/>
      <w:pPr>
        <w:ind w:left="62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E0841"/>
    <w:multiLevelType w:val="hybridMultilevel"/>
    <w:tmpl w:val="BE402AB0"/>
    <w:lvl w:ilvl="0" w:tplc="F1DC41AE">
      <w:start w:val="4"/>
      <w:numFmt w:val="decimal"/>
      <w:lvlText w:val="%1."/>
      <w:lvlJc w:val="left"/>
      <w:pPr>
        <w:ind w:left="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D202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1CE3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EEB2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3AFBC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6836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580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BC5E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FA36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196A2C"/>
    <w:multiLevelType w:val="hybridMultilevel"/>
    <w:tmpl w:val="BD04DB98"/>
    <w:lvl w:ilvl="0" w:tplc="12000FBC">
      <w:start w:val="1"/>
      <w:numFmt w:val="decimal"/>
      <w:lvlText w:val="%1."/>
      <w:lvlJc w:val="left"/>
      <w:pPr>
        <w:ind w:left="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A0BC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DC50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0F6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1A22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EEF6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3CCA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88D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36E3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3E4A1B"/>
    <w:multiLevelType w:val="hybridMultilevel"/>
    <w:tmpl w:val="53B01CFA"/>
    <w:lvl w:ilvl="0" w:tplc="1464B3FE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24ED6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ABF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721B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7A73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9288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B2D0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1E22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EE5B4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23781F"/>
    <w:multiLevelType w:val="hybridMultilevel"/>
    <w:tmpl w:val="417EE9B2"/>
    <w:lvl w:ilvl="0" w:tplc="D7D4916E">
      <w:start w:val="2"/>
      <w:numFmt w:val="decimal"/>
      <w:lvlText w:val="%1."/>
      <w:lvlJc w:val="left"/>
      <w:pPr>
        <w:ind w:left="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D230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28BC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B45D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7037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24D7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9E68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CE87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DA1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7FA5073"/>
    <w:multiLevelType w:val="hybridMultilevel"/>
    <w:tmpl w:val="1548DF16"/>
    <w:lvl w:ilvl="0" w:tplc="F22AFBC0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0E44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1ACE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20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9E7E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C2BB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209F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A27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A4B9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8E76893"/>
    <w:multiLevelType w:val="hybridMultilevel"/>
    <w:tmpl w:val="42926F50"/>
    <w:lvl w:ilvl="0" w:tplc="A88A3E16">
      <w:start w:val="1"/>
      <w:numFmt w:val="bullet"/>
      <w:lvlText w:val="➢"/>
      <w:lvlJc w:val="left"/>
      <w:pPr>
        <w:ind w:left="3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887C08">
      <w:start w:val="1"/>
      <w:numFmt w:val="bullet"/>
      <w:lvlText w:val="o"/>
      <w:lvlJc w:val="left"/>
      <w:pPr>
        <w:ind w:left="11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03A62">
      <w:start w:val="1"/>
      <w:numFmt w:val="bullet"/>
      <w:lvlText w:val="▪"/>
      <w:lvlJc w:val="left"/>
      <w:pPr>
        <w:ind w:left="19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6EC658">
      <w:start w:val="1"/>
      <w:numFmt w:val="bullet"/>
      <w:lvlText w:val="•"/>
      <w:lvlJc w:val="left"/>
      <w:pPr>
        <w:ind w:left="26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F8824E">
      <w:start w:val="1"/>
      <w:numFmt w:val="bullet"/>
      <w:lvlText w:val="o"/>
      <w:lvlJc w:val="left"/>
      <w:pPr>
        <w:ind w:left="3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D6E3B4">
      <w:start w:val="1"/>
      <w:numFmt w:val="bullet"/>
      <w:lvlText w:val="▪"/>
      <w:lvlJc w:val="left"/>
      <w:pPr>
        <w:ind w:left="40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804A16">
      <w:start w:val="1"/>
      <w:numFmt w:val="bullet"/>
      <w:lvlText w:val="•"/>
      <w:lvlJc w:val="left"/>
      <w:pPr>
        <w:ind w:left="47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14E4F4">
      <w:start w:val="1"/>
      <w:numFmt w:val="bullet"/>
      <w:lvlText w:val="o"/>
      <w:lvlJc w:val="left"/>
      <w:pPr>
        <w:ind w:left="55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7CA31E">
      <w:start w:val="1"/>
      <w:numFmt w:val="bullet"/>
      <w:lvlText w:val="▪"/>
      <w:lvlJc w:val="left"/>
      <w:pPr>
        <w:ind w:left="62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B67D28"/>
    <w:multiLevelType w:val="hybridMultilevel"/>
    <w:tmpl w:val="5D56012E"/>
    <w:lvl w:ilvl="0" w:tplc="7E6ED4EA">
      <w:start w:val="1"/>
      <w:numFmt w:val="decimal"/>
      <w:lvlText w:val="%1."/>
      <w:lvlJc w:val="left"/>
      <w:pPr>
        <w:ind w:left="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B893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380D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103A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EC76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862E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D2E0F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264F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6202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E6F1FE5"/>
    <w:multiLevelType w:val="hybridMultilevel"/>
    <w:tmpl w:val="AC92E0AE"/>
    <w:lvl w:ilvl="0" w:tplc="0318263C">
      <w:start w:val="2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A24A38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0E7048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FC34A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F0F402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10E23C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A5F0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E20D58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F64CCE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8E747A"/>
    <w:multiLevelType w:val="hybridMultilevel"/>
    <w:tmpl w:val="77A0CD5A"/>
    <w:lvl w:ilvl="0" w:tplc="A23C5692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EFFF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E96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04EA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EE8BF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C023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5E91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8C0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F69A5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716C49"/>
    <w:multiLevelType w:val="hybridMultilevel"/>
    <w:tmpl w:val="EEAA6FDA"/>
    <w:lvl w:ilvl="0" w:tplc="870A01F4">
      <w:start w:val="19"/>
      <w:numFmt w:val="upperLetter"/>
      <w:lvlText w:val="%1-"/>
      <w:lvlJc w:val="left"/>
      <w:pPr>
        <w:ind w:left="6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04A3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B6A6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52FF9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9A3F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64DE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287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64B8E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9A97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41A0159"/>
    <w:multiLevelType w:val="hybridMultilevel"/>
    <w:tmpl w:val="B242240E"/>
    <w:lvl w:ilvl="0" w:tplc="A5983FBC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9242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22BD5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FA00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8E1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E665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658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38FAB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ECCE2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4B6633A"/>
    <w:multiLevelType w:val="hybridMultilevel"/>
    <w:tmpl w:val="EEF8503E"/>
    <w:lvl w:ilvl="0" w:tplc="D5ACB896">
      <w:start w:val="1"/>
      <w:numFmt w:val="bullet"/>
      <w:lvlText w:val="-"/>
      <w:lvlJc w:val="left"/>
      <w:pPr>
        <w:ind w:left="1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7AF76E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04B64C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CE30A6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06AB2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660AE6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FCCE18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100706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6AE24A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1777A8"/>
    <w:multiLevelType w:val="hybridMultilevel"/>
    <w:tmpl w:val="6CD2529C"/>
    <w:lvl w:ilvl="0" w:tplc="9F54FD2A">
      <w:start w:val="3"/>
      <w:numFmt w:val="decimal"/>
      <w:lvlText w:val="%1."/>
      <w:lvlJc w:val="left"/>
      <w:pPr>
        <w:ind w:left="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FE2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64CF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EE60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2A684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4421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A85C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BC04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8A2E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B10633"/>
    <w:multiLevelType w:val="hybridMultilevel"/>
    <w:tmpl w:val="090EB5B2"/>
    <w:lvl w:ilvl="0" w:tplc="17BA80CE">
      <w:start w:val="1"/>
      <w:numFmt w:val="lowerLetter"/>
      <w:lvlText w:val="%1.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009B9A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E22EA8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8AA24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EC8B0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8A0C92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471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004AD4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2BFA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B851D27"/>
    <w:multiLevelType w:val="hybridMultilevel"/>
    <w:tmpl w:val="1B62C438"/>
    <w:lvl w:ilvl="0" w:tplc="25A6BD10">
      <w:start w:val="1"/>
      <w:numFmt w:val="decimal"/>
      <w:lvlText w:val="%1."/>
      <w:lvlJc w:val="left"/>
      <w:pPr>
        <w:ind w:left="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230A2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94A27E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10E6A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863F2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868392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A546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5A564E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6C4EA8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CD506B5"/>
    <w:multiLevelType w:val="hybridMultilevel"/>
    <w:tmpl w:val="E460EB1A"/>
    <w:lvl w:ilvl="0" w:tplc="C242EC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E497E6">
      <w:start w:val="1"/>
      <w:numFmt w:val="bullet"/>
      <w:lvlText w:val="o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FAE116">
      <w:start w:val="1"/>
      <w:numFmt w:val="bullet"/>
      <w:lvlRestart w:val="0"/>
      <w:lvlText w:val="-"/>
      <w:lvlJc w:val="left"/>
      <w:pPr>
        <w:ind w:left="1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BC51FC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B49B16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BA55F4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CCCDA6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B8E8D4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28A94A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696E68"/>
    <w:multiLevelType w:val="hybridMultilevel"/>
    <w:tmpl w:val="B88A161A"/>
    <w:lvl w:ilvl="0" w:tplc="3E082240">
      <w:start w:val="1"/>
      <w:numFmt w:val="bullet"/>
      <w:lvlText w:val="•"/>
      <w:lvlJc w:val="left"/>
      <w:pPr>
        <w:ind w:left="1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0ED7DE">
      <w:start w:val="1"/>
      <w:numFmt w:val="bullet"/>
      <w:lvlText w:val="o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2AAD92">
      <w:start w:val="1"/>
      <w:numFmt w:val="bullet"/>
      <w:lvlText w:val="▪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6AA30C">
      <w:start w:val="1"/>
      <w:numFmt w:val="bullet"/>
      <w:lvlText w:val="•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C6DA94">
      <w:start w:val="1"/>
      <w:numFmt w:val="bullet"/>
      <w:lvlText w:val="o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F8E1A2">
      <w:start w:val="1"/>
      <w:numFmt w:val="bullet"/>
      <w:lvlText w:val="▪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987B38">
      <w:start w:val="1"/>
      <w:numFmt w:val="bullet"/>
      <w:lvlText w:val="•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D49442">
      <w:start w:val="1"/>
      <w:numFmt w:val="bullet"/>
      <w:lvlText w:val="o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5CCB9A">
      <w:start w:val="1"/>
      <w:numFmt w:val="bullet"/>
      <w:lvlText w:val="▪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E8F44DC"/>
    <w:multiLevelType w:val="hybridMultilevel"/>
    <w:tmpl w:val="C512C9FE"/>
    <w:lvl w:ilvl="0" w:tplc="CC6E18B2">
      <w:start w:val="1"/>
      <w:numFmt w:val="bullet"/>
      <w:lvlText w:val="-"/>
      <w:lvlJc w:val="left"/>
      <w:pPr>
        <w:ind w:left="2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CFC86">
      <w:start w:val="1"/>
      <w:numFmt w:val="bullet"/>
      <w:lvlText w:val="o"/>
      <w:lvlJc w:val="left"/>
      <w:pPr>
        <w:ind w:left="2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F07252">
      <w:start w:val="1"/>
      <w:numFmt w:val="bullet"/>
      <w:lvlText w:val="▪"/>
      <w:lvlJc w:val="left"/>
      <w:pPr>
        <w:ind w:left="2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D07916">
      <w:start w:val="1"/>
      <w:numFmt w:val="bullet"/>
      <w:lvlText w:val="•"/>
      <w:lvlJc w:val="left"/>
      <w:pPr>
        <w:ind w:left="3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B243B0">
      <w:start w:val="1"/>
      <w:numFmt w:val="bullet"/>
      <w:lvlText w:val="o"/>
      <w:lvlJc w:val="left"/>
      <w:pPr>
        <w:ind w:left="4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9C89D4">
      <w:start w:val="1"/>
      <w:numFmt w:val="bullet"/>
      <w:lvlText w:val="▪"/>
      <w:lvlJc w:val="left"/>
      <w:pPr>
        <w:ind w:left="5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5C0E">
      <w:start w:val="1"/>
      <w:numFmt w:val="bullet"/>
      <w:lvlText w:val="•"/>
      <w:lvlJc w:val="left"/>
      <w:pPr>
        <w:ind w:left="5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5C820E">
      <w:start w:val="1"/>
      <w:numFmt w:val="bullet"/>
      <w:lvlText w:val="o"/>
      <w:lvlJc w:val="left"/>
      <w:pPr>
        <w:ind w:left="6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209B7E">
      <w:start w:val="1"/>
      <w:numFmt w:val="bullet"/>
      <w:lvlText w:val="▪"/>
      <w:lvlJc w:val="left"/>
      <w:pPr>
        <w:ind w:left="7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E9518F7"/>
    <w:multiLevelType w:val="hybridMultilevel"/>
    <w:tmpl w:val="D7AEBC34"/>
    <w:lvl w:ilvl="0" w:tplc="B0540DAA">
      <w:start w:val="1"/>
      <w:numFmt w:val="decimal"/>
      <w:lvlText w:val="%1."/>
      <w:lvlJc w:val="left"/>
      <w:pPr>
        <w:ind w:left="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1875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AA25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A0D4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DE0B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1E51C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8EE05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5216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96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805595"/>
    <w:multiLevelType w:val="hybridMultilevel"/>
    <w:tmpl w:val="108AFCC4"/>
    <w:lvl w:ilvl="0" w:tplc="8DD0CD04">
      <w:start w:val="1"/>
      <w:numFmt w:val="bullet"/>
      <w:lvlText w:val="-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2C0DF6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228B2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AA8A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8E5CA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B4672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AA9E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87B0A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CCE81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8179261">
    <w:abstractNumId w:val="33"/>
  </w:num>
  <w:num w:numId="2" w16cid:durableId="796751892">
    <w:abstractNumId w:val="7"/>
  </w:num>
  <w:num w:numId="3" w16cid:durableId="1671134913">
    <w:abstractNumId w:val="27"/>
  </w:num>
  <w:num w:numId="4" w16cid:durableId="1173764411">
    <w:abstractNumId w:val="25"/>
  </w:num>
  <w:num w:numId="5" w16cid:durableId="1311322778">
    <w:abstractNumId w:val="24"/>
  </w:num>
  <w:num w:numId="6" w16cid:durableId="130681241">
    <w:abstractNumId w:val="16"/>
  </w:num>
  <w:num w:numId="7" w16cid:durableId="1992368030">
    <w:abstractNumId w:val="34"/>
  </w:num>
  <w:num w:numId="8" w16cid:durableId="1474450270">
    <w:abstractNumId w:val="23"/>
  </w:num>
  <w:num w:numId="9" w16cid:durableId="28573928">
    <w:abstractNumId w:val="4"/>
  </w:num>
  <w:num w:numId="10" w16cid:durableId="669257697">
    <w:abstractNumId w:val="14"/>
  </w:num>
  <w:num w:numId="11" w16cid:durableId="1834831123">
    <w:abstractNumId w:val="20"/>
  </w:num>
  <w:num w:numId="12" w16cid:durableId="1002701943">
    <w:abstractNumId w:val="13"/>
  </w:num>
  <w:num w:numId="13" w16cid:durableId="1919053455">
    <w:abstractNumId w:val="9"/>
  </w:num>
  <w:num w:numId="14" w16cid:durableId="1562668984">
    <w:abstractNumId w:val="28"/>
  </w:num>
  <w:num w:numId="15" w16cid:durableId="612634981">
    <w:abstractNumId w:val="3"/>
  </w:num>
  <w:num w:numId="16" w16cid:durableId="986741649">
    <w:abstractNumId w:val="19"/>
  </w:num>
  <w:num w:numId="17" w16cid:durableId="1727945883">
    <w:abstractNumId w:val="10"/>
  </w:num>
  <w:num w:numId="18" w16cid:durableId="321782006">
    <w:abstractNumId w:val="35"/>
  </w:num>
  <w:num w:numId="19" w16cid:durableId="562058652">
    <w:abstractNumId w:val="18"/>
  </w:num>
  <w:num w:numId="20" w16cid:durableId="1523202321">
    <w:abstractNumId w:val="17"/>
  </w:num>
  <w:num w:numId="21" w16cid:durableId="1505244930">
    <w:abstractNumId w:val="6"/>
  </w:num>
  <w:num w:numId="22" w16cid:durableId="274018890">
    <w:abstractNumId w:val="11"/>
  </w:num>
  <w:num w:numId="23" w16cid:durableId="2001887818">
    <w:abstractNumId w:val="5"/>
  </w:num>
  <w:num w:numId="24" w16cid:durableId="2081441798">
    <w:abstractNumId w:val="29"/>
  </w:num>
  <w:num w:numId="25" w16cid:durableId="516969184">
    <w:abstractNumId w:val="22"/>
  </w:num>
  <w:num w:numId="26" w16cid:durableId="1647666973">
    <w:abstractNumId w:val="8"/>
  </w:num>
  <w:num w:numId="27" w16cid:durableId="1451823174">
    <w:abstractNumId w:val="31"/>
  </w:num>
  <w:num w:numId="28" w16cid:durableId="550459619">
    <w:abstractNumId w:val="2"/>
  </w:num>
  <w:num w:numId="29" w16cid:durableId="492837060">
    <w:abstractNumId w:val="30"/>
  </w:num>
  <w:num w:numId="30" w16cid:durableId="1675257583">
    <w:abstractNumId w:val="32"/>
  </w:num>
  <w:num w:numId="31" w16cid:durableId="1165315700">
    <w:abstractNumId w:val="1"/>
  </w:num>
  <w:num w:numId="32" w16cid:durableId="540631466">
    <w:abstractNumId w:val="26"/>
  </w:num>
  <w:num w:numId="33" w16cid:durableId="1150443499">
    <w:abstractNumId w:val="0"/>
  </w:num>
  <w:num w:numId="34" w16cid:durableId="1930113368">
    <w:abstractNumId w:val="21"/>
  </w:num>
  <w:num w:numId="35" w16cid:durableId="1416627546">
    <w:abstractNumId w:val="12"/>
  </w:num>
  <w:num w:numId="36" w16cid:durableId="14707817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C7CBB"/>
    <w:rsid w:val="002A3A93"/>
    <w:rsid w:val="00345236"/>
    <w:rsid w:val="006C7CBB"/>
    <w:rsid w:val="009A55DC"/>
    <w:rsid w:val="009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78234"/>
  <w15:docId w15:val="{738BBB76-3C69-43A4-AD62-8DA02D39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s-E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val="ca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60" w:after="80" w:line="276" w:lineRule="auto"/>
      <w:ind w:left="0" w:firstLine="0"/>
      <w:jc w:val="left"/>
      <w:outlineLvl w:val="0"/>
    </w:pPr>
    <w:rPr>
      <w:rFonts w:ascii="Aptos Display" w:eastAsia="Times New Roman" w:hAnsi="Aptos Display" w:cs="Times New Roman"/>
      <w:color w:val="0F4761"/>
      <w:kern w:val="3"/>
      <w:sz w:val="40"/>
      <w:szCs w:val="40"/>
      <w:lang w:val="es-ES" w:eastAsia="en-US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160" w:after="80" w:line="276" w:lineRule="auto"/>
      <w:ind w:left="0" w:firstLine="0"/>
      <w:jc w:val="left"/>
      <w:outlineLvl w:val="1"/>
    </w:pPr>
    <w:rPr>
      <w:rFonts w:ascii="Aptos Display" w:eastAsia="Times New Roman" w:hAnsi="Aptos Display" w:cs="Times New Roman"/>
      <w:color w:val="0F4761"/>
      <w:kern w:val="3"/>
      <w:sz w:val="32"/>
      <w:szCs w:val="32"/>
      <w:lang w:val="es-ES" w:eastAsia="en-US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160" w:after="80" w:line="276" w:lineRule="auto"/>
      <w:ind w:left="0" w:firstLine="0"/>
      <w:jc w:val="left"/>
      <w:outlineLvl w:val="2"/>
    </w:pPr>
    <w:rPr>
      <w:rFonts w:ascii="Aptos" w:eastAsia="Times New Roman" w:hAnsi="Aptos" w:cs="Times New Roman"/>
      <w:color w:val="0F4761"/>
      <w:kern w:val="3"/>
      <w:sz w:val="28"/>
      <w:szCs w:val="28"/>
      <w:lang w:val="es-ES" w:eastAsia="en-U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 w:line="276" w:lineRule="auto"/>
      <w:ind w:left="0" w:firstLine="0"/>
      <w:jc w:val="left"/>
      <w:outlineLvl w:val="3"/>
    </w:pPr>
    <w:rPr>
      <w:rFonts w:ascii="Aptos" w:eastAsia="Times New Roman" w:hAnsi="Aptos" w:cs="Times New Roman"/>
      <w:i/>
      <w:iCs/>
      <w:color w:val="0F4761"/>
      <w:kern w:val="3"/>
      <w:sz w:val="24"/>
      <w:szCs w:val="24"/>
      <w:lang w:val="es-ES" w:eastAsia="en-US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 w:line="276" w:lineRule="auto"/>
      <w:ind w:left="0" w:firstLine="0"/>
      <w:jc w:val="left"/>
      <w:outlineLvl w:val="4"/>
    </w:pPr>
    <w:rPr>
      <w:rFonts w:ascii="Aptos" w:eastAsia="Times New Roman" w:hAnsi="Aptos" w:cs="Times New Roman"/>
      <w:color w:val="0F4761"/>
      <w:kern w:val="3"/>
      <w:sz w:val="24"/>
      <w:szCs w:val="24"/>
      <w:lang w:val="es-ES" w:eastAsia="en-US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 w:line="276" w:lineRule="auto"/>
      <w:ind w:left="0" w:firstLine="0"/>
      <w:jc w:val="left"/>
      <w:outlineLvl w:val="5"/>
    </w:pPr>
    <w:rPr>
      <w:rFonts w:ascii="Aptos" w:eastAsia="Times New Roman" w:hAnsi="Aptos" w:cs="Times New Roman"/>
      <w:i/>
      <w:iCs/>
      <w:color w:val="595959"/>
      <w:kern w:val="3"/>
      <w:sz w:val="24"/>
      <w:szCs w:val="24"/>
      <w:lang w:val="es-ES" w:eastAsia="en-US"/>
    </w:rPr>
  </w:style>
  <w:style w:type="paragraph" w:styleId="Ttulo7">
    <w:name w:val="heading 7"/>
    <w:basedOn w:val="Normal"/>
    <w:next w:val="Normal"/>
    <w:pPr>
      <w:keepNext/>
      <w:keepLines/>
      <w:spacing w:before="40" w:after="0" w:line="276" w:lineRule="auto"/>
      <w:ind w:left="0" w:firstLine="0"/>
      <w:jc w:val="left"/>
      <w:outlineLvl w:val="6"/>
    </w:pPr>
    <w:rPr>
      <w:rFonts w:ascii="Aptos" w:eastAsia="Times New Roman" w:hAnsi="Aptos" w:cs="Times New Roman"/>
      <w:color w:val="595959"/>
      <w:kern w:val="3"/>
      <w:sz w:val="24"/>
      <w:szCs w:val="24"/>
      <w:lang w:val="es-ES" w:eastAsia="en-US"/>
    </w:rPr>
  </w:style>
  <w:style w:type="paragraph" w:styleId="Ttulo8">
    <w:name w:val="heading 8"/>
    <w:basedOn w:val="Normal"/>
    <w:next w:val="Normal"/>
    <w:pPr>
      <w:keepNext/>
      <w:keepLines/>
      <w:spacing w:after="0" w:line="276" w:lineRule="auto"/>
      <w:ind w:left="0" w:firstLine="0"/>
      <w:jc w:val="left"/>
      <w:outlineLvl w:val="7"/>
    </w:pPr>
    <w:rPr>
      <w:rFonts w:ascii="Aptos" w:eastAsia="Times New Roman" w:hAnsi="Aptos" w:cs="Times New Roman"/>
      <w:i/>
      <w:iCs/>
      <w:color w:val="272727"/>
      <w:kern w:val="3"/>
      <w:sz w:val="24"/>
      <w:szCs w:val="24"/>
      <w:lang w:val="es-ES" w:eastAsia="en-US"/>
    </w:rPr>
  </w:style>
  <w:style w:type="paragraph" w:styleId="Ttulo9">
    <w:name w:val="heading 9"/>
    <w:basedOn w:val="Normal"/>
    <w:next w:val="Normal"/>
    <w:pPr>
      <w:keepNext/>
      <w:keepLines/>
      <w:spacing w:after="0" w:line="276" w:lineRule="auto"/>
      <w:ind w:left="0" w:firstLine="0"/>
      <w:jc w:val="left"/>
      <w:outlineLvl w:val="8"/>
    </w:pPr>
    <w:rPr>
      <w:rFonts w:ascii="Aptos" w:eastAsia="Times New Roman" w:hAnsi="Aptos" w:cs="Times New Roman"/>
      <w:color w:val="272727"/>
      <w:kern w:val="3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Ttulo2Car">
    <w:name w:val="Título 2 Car"/>
    <w:basedOn w:val="Fuentedeprrafopredeter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Ttulo3Car">
    <w:name w:val="Título 3 Car"/>
    <w:basedOn w:val="Fuentedeprrafopredeter"/>
    <w:rPr>
      <w:rFonts w:eastAsia="Times New Roman" w:cs="Times New Roman"/>
      <w:color w:val="0F4761"/>
      <w:sz w:val="28"/>
      <w:szCs w:val="28"/>
    </w:rPr>
  </w:style>
  <w:style w:type="character" w:customStyle="1" w:styleId="Ttulo4Car">
    <w:name w:val="Título 4 Car"/>
    <w:basedOn w:val="Fuentedeprrafopredeter"/>
    <w:rPr>
      <w:rFonts w:eastAsia="Times New Roman" w:cs="Times New Roman"/>
      <w:i/>
      <w:iCs/>
      <w:color w:val="0F4761"/>
    </w:rPr>
  </w:style>
  <w:style w:type="character" w:customStyle="1" w:styleId="Ttulo5Car">
    <w:name w:val="Título 5 Car"/>
    <w:basedOn w:val="Fuentedeprrafopredeter"/>
    <w:rPr>
      <w:rFonts w:eastAsia="Times New Roman" w:cs="Times New Roman"/>
      <w:color w:val="0F4761"/>
    </w:rPr>
  </w:style>
  <w:style w:type="character" w:customStyle="1" w:styleId="Ttulo6Car">
    <w:name w:val="Título 6 Car"/>
    <w:basedOn w:val="Fuentedeprrafopredeter"/>
    <w:rPr>
      <w:rFonts w:eastAsia="Times New Roman" w:cs="Times New Roman"/>
      <w:i/>
      <w:iCs/>
      <w:color w:val="595959"/>
    </w:rPr>
  </w:style>
  <w:style w:type="character" w:customStyle="1" w:styleId="Ttulo7Car">
    <w:name w:val="Título 7 Car"/>
    <w:basedOn w:val="Fuentedeprrafopredeter"/>
    <w:rPr>
      <w:rFonts w:eastAsia="Times New Roman" w:cs="Times New Roman"/>
      <w:color w:val="595959"/>
    </w:rPr>
  </w:style>
  <w:style w:type="character" w:customStyle="1" w:styleId="Ttulo8Car">
    <w:name w:val="Título 8 Car"/>
    <w:basedOn w:val="Fuentedeprrafopredeter"/>
    <w:rPr>
      <w:rFonts w:eastAsia="Times New Roman" w:cs="Times New Roman"/>
      <w:i/>
      <w:iCs/>
      <w:color w:val="272727"/>
    </w:rPr>
  </w:style>
  <w:style w:type="character" w:customStyle="1" w:styleId="Ttulo9Car">
    <w:name w:val="Título 9 Car"/>
    <w:basedOn w:val="Fuentedeprrafopredeter"/>
    <w:rPr>
      <w:rFonts w:eastAsia="Times New Roman" w:cs="Times New Roman"/>
      <w:color w:val="272727"/>
    </w:rPr>
  </w:style>
  <w:style w:type="paragraph" w:styleId="Ttulo">
    <w:name w:val="Title"/>
    <w:basedOn w:val="Normal"/>
    <w:next w:val="Normal"/>
    <w:uiPriority w:val="10"/>
    <w:qFormat/>
    <w:pPr>
      <w:spacing w:after="80" w:line="240" w:lineRule="auto"/>
      <w:ind w:left="0" w:firstLine="0"/>
      <w:contextualSpacing/>
      <w:jc w:val="left"/>
    </w:pPr>
    <w:rPr>
      <w:rFonts w:ascii="Aptos Display" w:eastAsia="Times New Roman" w:hAnsi="Aptos Display" w:cs="Times New Roman"/>
      <w:color w:val="auto"/>
      <w:spacing w:val="-10"/>
      <w:kern w:val="3"/>
      <w:sz w:val="56"/>
      <w:szCs w:val="56"/>
      <w:lang w:val="es-ES" w:eastAsia="en-US"/>
    </w:rPr>
  </w:style>
  <w:style w:type="character" w:customStyle="1" w:styleId="TtuloCar">
    <w:name w:val="Título Car"/>
    <w:basedOn w:val="Fuentedeprrafopredeter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tulo">
    <w:name w:val="Subtitle"/>
    <w:basedOn w:val="Normal"/>
    <w:next w:val="Normal"/>
    <w:uiPriority w:val="11"/>
    <w:qFormat/>
    <w:pPr>
      <w:spacing w:after="160" w:line="276" w:lineRule="auto"/>
      <w:jc w:val="left"/>
    </w:pPr>
    <w:rPr>
      <w:rFonts w:ascii="Aptos" w:eastAsia="Times New Roman" w:hAnsi="Aptos" w:cs="Times New Roman"/>
      <w:color w:val="595959"/>
      <w:spacing w:val="15"/>
      <w:kern w:val="3"/>
      <w:sz w:val="28"/>
      <w:szCs w:val="28"/>
      <w:lang w:val="es-ES" w:eastAsia="en-US"/>
    </w:rPr>
  </w:style>
  <w:style w:type="character" w:customStyle="1" w:styleId="SubttuloCar">
    <w:name w:val="Subtítulo Car"/>
    <w:basedOn w:val="Fuentedeprrafopredeter"/>
    <w:rPr>
      <w:rFonts w:eastAsia="Times New Roman" w:cs="Times New Roman"/>
      <w:color w:val="595959"/>
      <w:spacing w:val="15"/>
      <w:sz w:val="28"/>
      <w:szCs w:val="28"/>
    </w:rPr>
  </w:style>
  <w:style w:type="paragraph" w:styleId="Cita">
    <w:name w:val="Quote"/>
    <w:basedOn w:val="Normal"/>
    <w:next w:val="Normal"/>
    <w:pPr>
      <w:spacing w:before="160" w:after="160" w:line="276" w:lineRule="auto"/>
      <w:ind w:left="0" w:firstLine="0"/>
      <w:jc w:val="center"/>
    </w:pPr>
    <w:rPr>
      <w:rFonts w:ascii="Aptos" w:eastAsia="Aptos" w:hAnsi="Aptos" w:cs="Times New Roman"/>
      <w:i/>
      <w:iCs/>
      <w:color w:val="404040"/>
      <w:kern w:val="3"/>
      <w:sz w:val="24"/>
      <w:szCs w:val="24"/>
      <w:lang w:val="es-ES" w:eastAsia="en-US"/>
    </w:rPr>
  </w:style>
  <w:style w:type="character" w:customStyle="1" w:styleId="CitaCar">
    <w:name w:val="Cita Car"/>
    <w:basedOn w:val="Fuentedeprrafopredeter"/>
    <w:rPr>
      <w:i/>
      <w:iCs/>
      <w:color w:val="404040"/>
    </w:rPr>
  </w:style>
  <w:style w:type="paragraph" w:styleId="Prrafodelista">
    <w:name w:val="List Paragraph"/>
    <w:basedOn w:val="Normal"/>
    <w:pPr>
      <w:spacing w:after="160" w:line="276" w:lineRule="auto"/>
      <w:ind w:left="720" w:firstLine="0"/>
      <w:contextualSpacing/>
      <w:jc w:val="left"/>
    </w:pPr>
    <w:rPr>
      <w:rFonts w:ascii="Aptos" w:eastAsia="Aptos" w:hAnsi="Aptos" w:cs="Times New Roman"/>
      <w:color w:val="auto"/>
      <w:kern w:val="3"/>
      <w:sz w:val="24"/>
      <w:szCs w:val="24"/>
      <w:lang w:val="es-ES" w:eastAsia="en-US"/>
    </w:rPr>
  </w:style>
  <w:style w:type="character" w:styleId="nfasisintenso">
    <w:name w:val="Intense Emphasis"/>
    <w:basedOn w:val="Fuentedeprrafopredeter"/>
    <w:rPr>
      <w:i/>
      <w:iCs/>
      <w:color w:val="0F4761"/>
    </w:rPr>
  </w:style>
  <w:style w:type="paragraph" w:styleId="Citadestacada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 w:firstLine="0"/>
      <w:jc w:val="center"/>
    </w:pPr>
    <w:rPr>
      <w:rFonts w:ascii="Aptos" w:eastAsia="Aptos" w:hAnsi="Aptos" w:cs="Times New Roman"/>
      <w:i/>
      <w:iCs/>
      <w:color w:val="0F4761"/>
      <w:kern w:val="3"/>
      <w:sz w:val="24"/>
      <w:szCs w:val="24"/>
      <w:lang w:val="es-ES" w:eastAsia="en-US"/>
    </w:rPr>
  </w:style>
  <w:style w:type="character" w:customStyle="1" w:styleId="CitadestacadaCar">
    <w:name w:val="Cita destacada Car"/>
    <w:basedOn w:val="Fuentedeprrafopredeter"/>
    <w:rPr>
      <w:i/>
      <w:iCs/>
      <w:color w:val="0F4761"/>
    </w:rPr>
  </w:style>
  <w:style w:type="character" w:styleId="Referenciaintensa">
    <w:name w:val="Intense Reference"/>
    <w:basedOn w:val="Fuentedeprrafopredeter"/>
    <w:rPr>
      <w:b/>
      <w:bCs/>
      <w:smallCaps/>
      <w:color w:val="0F4761"/>
      <w:spacing w:val="5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</w:rPr>
  </w:style>
  <w:style w:type="paragraph" w:customStyle="1" w:styleId="TableParagraph">
    <w:name w:val="Table Paragraph"/>
    <w:basedOn w:val="Normal"/>
    <w:pPr>
      <w:widowControl w:val="0"/>
      <w:autoSpaceDE w:val="0"/>
      <w:spacing w:before="6" w:after="0" w:line="240" w:lineRule="auto"/>
      <w:ind w:left="0" w:firstLine="0"/>
      <w:jc w:val="center"/>
    </w:pPr>
    <w:rPr>
      <w:rFonts w:ascii="Calibri" w:eastAsia="Calibri" w:hAnsi="Calibri" w:cs="Calibri"/>
      <w:color w:val="auto"/>
      <w:sz w:val="22"/>
      <w:lang w:eastAsia="en-US"/>
    </w:rPr>
  </w:style>
  <w:style w:type="table" w:customStyle="1" w:styleId="TableGrid">
    <w:name w:val="TableGrid"/>
    <w:rsid w:val="002A3A93"/>
    <w:pPr>
      <w:autoSpaceDN/>
      <w:spacing w:after="0" w:line="240" w:lineRule="auto"/>
    </w:pPr>
    <w:rPr>
      <w:rFonts w:asciiTheme="minorHAnsi" w:eastAsiaTheme="minorEastAsia" w:hAnsiTheme="minorHAnsi" w:cstheme="minorBidi"/>
      <w:kern w:val="2"/>
      <w:lang w:eastAsia="es-E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1549</Words>
  <Characters>8525</Characters>
  <Application>Microsoft Office Word</Application>
  <DocSecurity>4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dc:description/>
  <cp:lastModifiedBy>Fernando Perez</cp:lastModifiedBy>
  <cp:revision>2</cp:revision>
  <dcterms:created xsi:type="dcterms:W3CDTF">2025-07-03T09:44:00Z</dcterms:created>
  <dcterms:modified xsi:type="dcterms:W3CDTF">2025-07-03T09:44:00Z</dcterms:modified>
</cp:coreProperties>
</file>